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6237"/>
        <w:gridCol w:w="3401"/>
      </w:tblGrid>
      <w:tr w:rsidR="00AF6E17" w:rsidTr="00E7760C">
        <w:trPr>
          <w:trHeight w:val="992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bookmarkStart w:id="0" w:name="_GoBack"/>
          <w:bookmarkEnd w:id="0"/>
          <w:p w:rsidR="00AF6E17" w:rsidRPr="00E8478D" w:rsidRDefault="003B2B32" w:rsidP="00E8478D">
            <w:pPr>
              <w:pStyle w:val="Bezmezer"/>
              <w:jc w:val="right"/>
              <w:rPr>
                <w:b/>
              </w:rPr>
            </w:pPr>
            <w:sdt>
              <w:sdtPr>
                <w:rPr>
                  <w:b/>
                </w:rPr>
                <w:tag w:val="oznaceniDokumentu"/>
                <w:id w:val="-1578812355"/>
                <w:placeholder>
                  <w:docPart w:val="7A1CE031F34E4E52A6D6398E47DA7D01"/>
                </w:placeholder>
                <w:dropDownList>
                  <w:listItem w:displayText=" " w:value=" "/>
                  <w:listItem w:displayText="PRO VNITŘNÍ POTŘEBU" w:value="PRO VNITŘNÍ POTŘEBU"/>
                  <w:listItem w:displayText="CITLIVÉ" w:value="CITLIVÉ"/>
                  <w:listItem w:displayText="VELMI CITLIVÉ" w:value="VELMI CITLIVÉ"/>
                </w:dropDownList>
              </w:sdtPr>
              <w:sdtEndPr/>
              <w:sdtContent>
                <w:r w:rsidR="00846686">
                  <w:rPr>
                    <w:b/>
                  </w:rPr>
                  <w:t xml:space="preserve"> </w:t>
                </w:r>
              </w:sdtContent>
            </w:sdt>
            <w:r w:rsidR="00711059" w:rsidRPr="00711059"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0" layoutInCell="1" allowOverlap="1" wp14:anchorId="4D44825E" wp14:editId="584A2ABC">
                  <wp:simplePos x="0" y="0"/>
                  <wp:positionH relativeFrom="column">
                    <wp:posOffset>2775585</wp:posOffset>
                  </wp:positionH>
                  <wp:positionV relativeFrom="paragraph">
                    <wp:posOffset>-68580</wp:posOffset>
                  </wp:positionV>
                  <wp:extent cx="624841" cy="701041"/>
                  <wp:effectExtent l="0" t="0" r="3810" b="3810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velky-statny-znak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4841" cy="70104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455E8" w:rsidTr="00E7760C">
        <w:trPr>
          <w:trHeight w:val="794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2747AE" w:rsidRDefault="002747AE" w:rsidP="002747AE">
            <w:pPr>
              <w:pStyle w:val="Zarstredbarvavelka"/>
            </w:pPr>
          </w:p>
          <w:p w:rsidR="00E8478D" w:rsidRDefault="00ED677B" w:rsidP="00E8478D">
            <w:pPr>
              <w:pStyle w:val="Zarstred"/>
            </w:pPr>
            <w:r>
              <w:t>Karel Havlíček</w:t>
            </w:r>
          </w:p>
          <w:p w:rsidR="00E86524" w:rsidRDefault="00ED677B" w:rsidP="00ED677B">
            <w:pPr>
              <w:pStyle w:val="Zarstredbarvamala"/>
            </w:pPr>
            <w:r>
              <w:t>místopředseda vlády</w:t>
            </w:r>
            <w:r w:rsidR="00283B67">
              <w:t>,</w:t>
            </w:r>
          </w:p>
          <w:p w:rsidR="002747AE" w:rsidRDefault="00ED677B" w:rsidP="00ED677B">
            <w:pPr>
              <w:pStyle w:val="Zarstredbarvamala"/>
            </w:pPr>
            <w:r>
              <w:t>ministr</w:t>
            </w:r>
            <w:r w:rsidR="00E86524">
              <w:t xml:space="preserve"> průmyslu a obchodu</w:t>
            </w:r>
          </w:p>
          <w:p w:rsidR="00283B67" w:rsidRDefault="00283B67" w:rsidP="00ED677B">
            <w:pPr>
              <w:pStyle w:val="Zarstredbarvamala"/>
            </w:pPr>
            <w:r>
              <w:t>a ministr dopravy</w:t>
            </w:r>
          </w:p>
        </w:tc>
      </w:tr>
      <w:tr w:rsidR="00EF1465" w:rsidTr="001C53B9">
        <w:trPr>
          <w:trHeight w:hRule="exact" w:val="1418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4353E5"/>
        </w:tc>
      </w:tr>
      <w:tr w:rsidR="0049776A" w:rsidTr="00C30D30">
        <w:trPr>
          <w:cantSplit/>
          <w:trHeight w:hRule="exact" w:val="680"/>
        </w:trPr>
        <w:tc>
          <w:tcPr>
            <w:tcW w:w="6237" w:type="dxa"/>
            <w:tcMar>
              <w:left w:w="0" w:type="dxa"/>
              <w:right w:w="0" w:type="dxa"/>
            </w:tcMar>
          </w:tcPr>
          <w:p w:rsidR="0049776A" w:rsidRDefault="0049776A" w:rsidP="005A04B8">
            <w:pPr>
              <w:pStyle w:val="Datum1"/>
            </w:pPr>
          </w:p>
        </w:tc>
        <w:tc>
          <w:tcPr>
            <w:tcW w:w="3401" w:type="dxa"/>
          </w:tcPr>
          <w:p w:rsidR="00A56FC4" w:rsidRDefault="0049776A" w:rsidP="00A56FC4">
            <w:pPr>
              <w:pStyle w:val="Datum1"/>
            </w:pPr>
            <w:r>
              <w:t xml:space="preserve">V Praze dne </w:t>
            </w:r>
            <w:r w:rsidR="00EF4A58">
              <w:fldChar w:fldCharType="begin"/>
            </w:r>
            <w:r w:rsidR="00EF4A58">
              <w:instrText xml:space="preserve"> MERGEFIELD "MD_Datum" </w:instrText>
            </w:r>
            <w:r w:rsidR="00EF4A58">
              <w:fldChar w:fldCharType="end"/>
            </w:r>
          </w:p>
          <w:p w:rsidR="0049776A" w:rsidRDefault="008B7272" w:rsidP="00DB0980">
            <w:pPr>
              <w:pStyle w:val="Datum1"/>
            </w:pPr>
            <w:r>
              <w:t>Č. j.:</w:t>
            </w:r>
            <w:fldSimple w:instr=" MERGEFIELD &quot;mCjP&quot; ">
              <w:r w:rsidR="00EF4A58">
                <w:rPr>
                  <w:noProof/>
                </w:rPr>
                <w:t>328/2020-520-DOP/4</w:t>
              </w:r>
            </w:fldSimple>
            <w:r w:rsidR="00DB0980">
              <w:t xml:space="preserve"> </w:t>
            </w:r>
          </w:p>
        </w:tc>
      </w:tr>
      <w:tr w:rsidR="00EF1465" w:rsidTr="006B3C12">
        <w:trPr>
          <w:cantSplit/>
          <w:trHeight w:hRule="exact" w:val="283"/>
        </w:trPr>
        <w:tc>
          <w:tcPr>
            <w:tcW w:w="9638" w:type="dxa"/>
            <w:gridSpan w:val="2"/>
            <w:tcMar>
              <w:left w:w="0" w:type="dxa"/>
              <w:right w:w="0" w:type="dxa"/>
            </w:tcMar>
          </w:tcPr>
          <w:p w:rsidR="00EF1465" w:rsidRDefault="00EF1465" w:rsidP="007657DC">
            <w:pPr>
              <w:pStyle w:val="Datum1"/>
            </w:pPr>
          </w:p>
        </w:tc>
      </w:tr>
    </w:tbl>
    <w:p w:rsidR="00BE16FD" w:rsidRDefault="00BE16FD" w:rsidP="00BE16FD">
      <w:pPr>
        <w:pStyle w:val="Konec"/>
        <w:sectPr w:rsidR="00BE16FD" w:rsidSect="00041CC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1134" w:bottom="3005" w:left="1134" w:header="0" w:footer="0" w:gutter="0"/>
          <w:cols w:space="708"/>
          <w:docGrid w:linePitch="360"/>
        </w:sectPr>
      </w:pPr>
    </w:p>
    <w:p w:rsidR="00BE16FD" w:rsidRDefault="00BE16FD" w:rsidP="00BE16FD">
      <w:pPr>
        <w:pStyle w:val="Konec"/>
      </w:pPr>
    </w:p>
    <w:p w:rsidR="000734C0" w:rsidRDefault="000734C0" w:rsidP="000734C0">
      <w:pPr>
        <w:tabs>
          <w:tab w:val="left" w:pos="748"/>
        </w:tabs>
        <w:spacing w:line="360" w:lineRule="auto"/>
      </w:pPr>
      <w:r>
        <w:t xml:space="preserve">Vážený pane předsedo vlády, </w:t>
      </w:r>
    </w:p>
    <w:p w:rsidR="000734C0" w:rsidRDefault="000734C0" w:rsidP="000734C0">
      <w:pPr>
        <w:tabs>
          <w:tab w:val="left" w:pos="748"/>
        </w:tabs>
        <w:spacing w:line="360" w:lineRule="auto"/>
      </w:pPr>
      <w:r>
        <w:tab/>
      </w:r>
    </w:p>
    <w:p w:rsidR="000734C0" w:rsidRDefault="000734C0" w:rsidP="000734C0">
      <w:pPr>
        <w:tabs>
          <w:tab w:val="left" w:pos="748"/>
        </w:tabs>
        <w:spacing w:line="360" w:lineRule="auto"/>
        <w:jc w:val="both"/>
      </w:pPr>
      <w:r>
        <w:tab/>
        <w:t>v příloze Vám zasílám „Rozpočet Státního fondu dopravní infrastruktury na rok 2021 a střednědobý výhled na roky 2022 a 2023“ a žádám Vás o jeho zařazení na program schůze vlády ČR do části B k projednání s rozpravou.</w:t>
      </w:r>
    </w:p>
    <w:p w:rsidR="000734C0" w:rsidRDefault="000734C0" w:rsidP="000734C0">
      <w:pPr>
        <w:pStyle w:val="MDSRosobn"/>
        <w:ind w:firstLine="0"/>
      </w:pPr>
    </w:p>
    <w:p w:rsidR="000734C0" w:rsidRDefault="000734C0" w:rsidP="000734C0">
      <w:pPr>
        <w:tabs>
          <w:tab w:val="left" w:pos="748"/>
        </w:tabs>
        <w:spacing w:line="360" w:lineRule="auto"/>
        <w:jc w:val="both"/>
      </w:pPr>
      <w:r>
        <w:tab/>
        <w:t>S pozdravem</w:t>
      </w:r>
    </w:p>
    <w:p w:rsidR="000734C0" w:rsidRDefault="000734C0" w:rsidP="000734C0">
      <w:pPr>
        <w:tabs>
          <w:tab w:val="left" w:pos="748"/>
        </w:tabs>
        <w:spacing w:line="360" w:lineRule="auto"/>
        <w:jc w:val="both"/>
      </w:pPr>
    </w:p>
    <w:p w:rsidR="000734C0" w:rsidRDefault="000734C0" w:rsidP="000734C0">
      <w:pPr>
        <w:tabs>
          <w:tab w:val="left" w:pos="748"/>
        </w:tabs>
        <w:spacing w:line="360" w:lineRule="auto"/>
        <w:jc w:val="both"/>
      </w:pPr>
    </w:p>
    <w:p w:rsidR="000734C0" w:rsidRDefault="000734C0" w:rsidP="000734C0">
      <w:pPr>
        <w:tabs>
          <w:tab w:val="left" w:pos="748"/>
        </w:tabs>
        <w:spacing w:line="360" w:lineRule="auto"/>
        <w:jc w:val="both"/>
      </w:pPr>
    </w:p>
    <w:p w:rsidR="000734C0" w:rsidRDefault="000734C0" w:rsidP="000734C0">
      <w:pPr>
        <w:spacing w:line="360" w:lineRule="auto"/>
      </w:pPr>
      <w:r w:rsidRPr="000B309A">
        <w:t>Příloha</w:t>
      </w:r>
    </w:p>
    <w:p w:rsidR="000734C0" w:rsidRDefault="000734C0" w:rsidP="000734C0">
      <w:pPr>
        <w:spacing w:line="360" w:lineRule="auto"/>
      </w:pPr>
    </w:p>
    <w:p w:rsidR="000734C0" w:rsidRDefault="000734C0" w:rsidP="000734C0">
      <w:pPr>
        <w:spacing w:line="360" w:lineRule="auto"/>
      </w:pPr>
    </w:p>
    <w:p w:rsidR="000734C0" w:rsidRDefault="000734C0" w:rsidP="000734C0">
      <w:pPr>
        <w:spacing w:line="360" w:lineRule="auto"/>
      </w:pPr>
    </w:p>
    <w:p w:rsidR="000734C0" w:rsidRDefault="000734C0" w:rsidP="000734C0">
      <w:r>
        <w:t>Vážený pan</w:t>
      </w:r>
    </w:p>
    <w:p w:rsidR="000734C0" w:rsidRDefault="000734C0" w:rsidP="000734C0">
      <w:r>
        <w:t xml:space="preserve">Ing. Andrej </w:t>
      </w:r>
      <w:proofErr w:type="spellStart"/>
      <w:r>
        <w:t>Babiš</w:t>
      </w:r>
      <w:proofErr w:type="spellEnd"/>
    </w:p>
    <w:p w:rsidR="000734C0" w:rsidRDefault="000734C0" w:rsidP="000734C0">
      <w:r>
        <w:t xml:space="preserve">předseda vlády ČR </w:t>
      </w:r>
    </w:p>
    <w:p w:rsidR="000734C0" w:rsidRDefault="000734C0" w:rsidP="000734C0">
      <w:r>
        <w:t>Úřad vlády ČR</w:t>
      </w:r>
    </w:p>
    <w:p w:rsidR="000734C0" w:rsidRDefault="000734C0" w:rsidP="000734C0">
      <w:r>
        <w:t>P r a h a</w:t>
      </w:r>
    </w:p>
    <w:p w:rsidR="00C74DD0" w:rsidRDefault="00C74DD0" w:rsidP="000734C0"/>
    <w:sectPr w:rsidR="00C74DD0" w:rsidSect="00041CC5">
      <w:headerReference w:type="default" r:id="rId13"/>
      <w:type w:val="continuous"/>
      <w:pgSz w:w="11906" w:h="16838" w:code="9"/>
      <w:pgMar w:top="567" w:right="1134" w:bottom="3005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8FA" w:rsidRDefault="000F58FA" w:rsidP="00A1434E">
      <w:r>
        <w:separator/>
      </w:r>
    </w:p>
  </w:endnote>
  <w:endnote w:type="continuationSeparator" w:id="0">
    <w:p w:rsidR="000F58FA" w:rsidRDefault="000F58FA" w:rsidP="00A14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FA" w:rsidRDefault="000F58F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A1434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A1434E" w:rsidRPr="00B93DAF" w:rsidRDefault="00DA506D" w:rsidP="002F5125">
          <w:r w:rsidRPr="00593B2A">
            <w:rPr>
              <w:noProof/>
            </w:rPr>
            <w:drawing>
              <wp:anchor distT="0" distB="0" distL="114300" distR="114300" simplePos="0" relativeHeight="251678720" behindDoc="1" locked="0" layoutInCell="1" allowOverlap="1" wp14:anchorId="2D461FE2" wp14:editId="7641F6F7">
                <wp:simplePos x="0" y="0"/>
                <wp:positionH relativeFrom="page">
                  <wp:posOffset>1807210</wp:posOffset>
                </wp:positionH>
                <wp:positionV relativeFrom="paragraph">
                  <wp:posOffset>-1239520</wp:posOffset>
                </wp:positionV>
                <wp:extent cx="8472170" cy="3229610"/>
                <wp:effectExtent l="0" t="0" r="0" b="8890"/>
                <wp:wrapNone/>
                <wp:docPr id="1" name="Obrázek 1" descr="\\Nt.mdcr.cz\datausers$\iveta.kucharova\Desktop\logo\PEROKRESB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\\Nt.mdcr.cz\datausers$\iveta.kucharova\Desktop\logo\PEROKRESB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lum bright="70000" contrast="-70000"/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artisticGlowDiffused/>
                                  </a14:imgEffect>
                                  <a14:imgEffect>
                                    <a14:colorTemperature colorTemp="5300"/>
                                  </a14:imgEffect>
                                  <a14:imgEffect>
                                    <a14:saturation sat="66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472170" cy="32296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>
                          <a:reflection blurRad="660400" stA="6000" endPos="5000" dist="762000" dir="5400000" sy="-100000" algn="bl" rotWithShape="0"/>
                          <a:softEdge rad="965200"/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CF4F3B" w:rsidTr="00020835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Default="00DA506D" w:rsidP="002F5125">
          <w:r>
            <w:rPr>
              <w:noProof/>
            </w:rPr>
            <w:drawing>
              <wp:anchor distT="0" distB="0" distL="114300" distR="114300" simplePos="0" relativeHeight="251674624" behindDoc="0" locked="0" layoutInCell="1" allowOverlap="1" wp14:anchorId="6B448FDA" wp14:editId="404F84D9">
                <wp:simplePos x="0" y="0"/>
                <wp:positionH relativeFrom="column">
                  <wp:posOffset>4321810</wp:posOffset>
                </wp:positionH>
                <wp:positionV relativeFrom="paragraph">
                  <wp:posOffset>80010</wp:posOffset>
                </wp:positionV>
                <wp:extent cx="1606550" cy="584835"/>
                <wp:effectExtent l="0" t="0" r="0" b="571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png"/>
                        <pic:cNvPicPr/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06550" cy="5848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</w:rPr>
            <w:drawing>
              <wp:anchor distT="0" distB="0" distL="114300" distR="114300" simplePos="0" relativeHeight="251662335" behindDoc="0" locked="0" layoutInCell="1" allowOverlap="1" wp14:anchorId="02002324" wp14:editId="7825863B">
                <wp:simplePos x="0" y="0"/>
                <wp:positionH relativeFrom="column">
                  <wp:posOffset>1905</wp:posOffset>
                </wp:positionH>
                <wp:positionV relativeFrom="paragraph">
                  <wp:posOffset>82550</wp:posOffset>
                </wp:positionV>
                <wp:extent cx="2086610" cy="634365"/>
                <wp:effectExtent l="0" t="0" r="8890" b="0"/>
                <wp:wrapNone/>
                <wp:docPr id="6" name="Obrázek 6" descr="m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m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86610" cy="6343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CF4F3B" w:rsidTr="00AF6B15">
      <w:trPr>
        <w:cantSplit/>
        <w:trHeight w:hRule="exact" w:val="907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CF4F3B" w:rsidRPr="00B93DAF" w:rsidRDefault="00CF4F3B" w:rsidP="0054446F">
          <w:pPr>
            <w:tabs>
              <w:tab w:val="left" w:pos="5447"/>
            </w:tabs>
          </w:pPr>
        </w:p>
      </w:tc>
    </w:tr>
  </w:tbl>
  <w:p w:rsidR="00A1434E" w:rsidRDefault="00A1434E" w:rsidP="00A1434E">
    <w:pPr>
      <w:pStyle w:val="Kone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638"/>
    </w:tblGrid>
    <w:tr w:rsidR="00484A2E" w:rsidTr="00650C88">
      <w:trPr>
        <w:cantSplit/>
        <w:trHeight w:hRule="exact" w:val="164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>
          <w:pPr>
            <w:pStyle w:val="Normalnitabulka"/>
          </w:pPr>
          <w:r>
            <w:drawing>
              <wp:anchor distT="0" distB="0" distL="114300" distR="114300" simplePos="0" relativeHeight="251663360" behindDoc="1" locked="0" layoutInCell="1" allowOverlap="1" wp14:anchorId="0053F638" wp14:editId="30197B4A">
                <wp:simplePos x="0" y="0"/>
                <wp:positionH relativeFrom="column">
                  <wp:posOffset>-1977390</wp:posOffset>
                </wp:positionH>
                <wp:positionV relativeFrom="paragraph">
                  <wp:posOffset>125095</wp:posOffset>
                </wp:positionV>
                <wp:extent cx="9430385" cy="4318635"/>
                <wp:effectExtent l="0" t="0" r="0" b="0"/>
                <wp:wrapNone/>
                <wp:docPr id="14" name="Obrázek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mpo-budova-01.pn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30385" cy="43186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  <w:tr w:rsidR="00484A2E" w:rsidTr="001644AF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  <w:tr w:rsidR="00484A2E" w:rsidTr="00650C88">
      <w:trPr>
        <w:cantSplit/>
        <w:trHeight w:hRule="exact" w:val="113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Default="00484A2E" w:rsidP="00650C88"/>
      </w:tc>
    </w:tr>
    <w:tr w:rsidR="00484A2E" w:rsidTr="00E0383C">
      <w:trPr>
        <w:cantSplit/>
        <w:trHeight w:hRule="exact" w:val="964"/>
        <w:tblHeader/>
      </w:trPr>
      <w:tc>
        <w:tcPr>
          <w:tcW w:w="9638" w:type="dxa"/>
          <w:tcMar>
            <w:left w:w="0" w:type="dxa"/>
            <w:right w:w="0" w:type="dxa"/>
          </w:tcMar>
        </w:tcPr>
        <w:p w:rsidR="00484A2E" w:rsidRPr="00B93DAF" w:rsidRDefault="00484A2E" w:rsidP="00650C88"/>
      </w:tc>
    </w:tr>
  </w:tbl>
  <w:p w:rsidR="00A629D6" w:rsidRDefault="00A629D6" w:rsidP="00484A2E">
    <w:pPr>
      <w:pStyle w:val="Kone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8FA" w:rsidRDefault="000F58FA" w:rsidP="00A1434E">
      <w:r>
        <w:separator/>
      </w:r>
    </w:p>
  </w:footnote>
  <w:footnote w:type="continuationSeparator" w:id="0">
    <w:p w:rsidR="000F58FA" w:rsidRDefault="000F58FA" w:rsidP="00A14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FA" w:rsidRDefault="000F58F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FA" w:rsidRDefault="000F58F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58FA" w:rsidRDefault="000F58FA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  <w:p w:rsidR="00A26EB3" w:rsidRDefault="00A26EB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134"/>
  <w:drawingGridVerticalSpacing w:val="1134"/>
  <w:displayHorizontalDrawingGridEvery w:val="2"/>
  <w:displayVerticalDrawingGridEvery w:val="2"/>
  <w:doNotUseMarginsForDrawingGridOrigin/>
  <w:drawingGridHorizontalOrigin w:val="1134"/>
  <w:drawingGridVerticalOrigin w:val="1134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8FA"/>
    <w:rsid w:val="0000397E"/>
    <w:rsid w:val="00007B6C"/>
    <w:rsid w:val="0001447B"/>
    <w:rsid w:val="00016122"/>
    <w:rsid w:val="00020835"/>
    <w:rsid w:val="0003440C"/>
    <w:rsid w:val="00041CC5"/>
    <w:rsid w:val="000427AC"/>
    <w:rsid w:val="000734C0"/>
    <w:rsid w:val="0009582A"/>
    <w:rsid w:val="000A7B87"/>
    <w:rsid w:val="000B266A"/>
    <w:rsid w:val="000C6A4D"/>
    <w:rsid w:val="000C7D77"/>
    <w:rsid w:val="000D3C31"/>
    <w:rsid w:val="000D6E45"/>
    <w:rsid w:val="000E2581"/>
    <w:rsid w:val="000E274C"/>
    <w:rsid w:val="000F1EE8"/>
    <w:rsid w:val="000F58FA"/>
    <w:rsid w:val="0010266C"/>
    <w:rsid w:val="001035E2"/>
    <w:rsid w:val="001155EB"/>
    <w:rsid w:val="001179F6"/>
    <w:rsid w:val="00117D6F"/>
    <w:rsid w:val="0013414F"/>
    <w:rsid w:val="00137ABC"/>
    <w:rsid w:val="00151607"/>
    <w:rsid w:val="001612E2"/>
    <w:rsid w:val="001644AF"/>
    <w:rsid w:val="00177785"/>
    <w:rsid w:val="00177B42"/>
    <w:rsid w:val="00180AF5"/>
    <w:rsid w:val="001872A8"/>
    <w:rsid w:val="001872CB"/>
    <w:rsid w:val="001900A5"/>
    <w:rsid w:val="001C53B9"/>
    <w:rsid w:val="001D540C"/>
    <w:rsid w:val="001D60A3"/>
    <w:rsid w:val="001E5A10"/>
    <w:rsid w:val="001F025E"/>
    <w:rsid w:val="001F3233"/>
    <w:rsid w:val="001F32EB"/>
    <w:rsid w:val="00203B0A"/>
    <w:rsid w:val="00215918"/>
    <w:rsid w:val="00221F7F"/>
    <w:rsid w:val="0023030D"/>
    <w:rsid w:val="00231449"/>
    <w:rsid w:val="002527F1"/>
    <w:rsid w:val="0027095A"/>
    <w:rsid w:val="002747AE"/>
    <w:rsid w:val="00281126"/>
    <w:rsid w:val="00283B67"/>
    <w:rsid w:val="00291861"/>
    <w:rsid w:val="002935FF"/>
    <w:rsid w:val="002C1F88"/>
    <w:rsid w:val="002C7F72"/>
    <w:rsid w:val="002D4332"/>
    <w:rsid w:val="002D5320"/>
    <w:rsid w:val="002D6B94"/>
    <w:rsid w:val="002E4CCC"/>
    <w:rsid w:val="0031462D"/>
    <w:rsid w:val="0033706B"/>
    <w:rsid w:val="003519C0"/>
    <w:rsid w:val="00365074"/>
    <w:rsid w:val="00381156"/>
    <w:rsid w:val="00381833"/>
    <w:rsid w:val="00381E1B"/>
    <w:rsid w:val="003830F5"/>
    <w:rsid w:val="00391554"/>
    <w:rsid w:val="003935A6"/>
    <w:rsid w:val="003B27E3"/>
    <w:rsid w:val="003B2B32"/>
    <w:rsid w:val="003C0742"/>
    <w:rsid w:val="003C28AC"/>
    <w:rsid w:val="003C6DA4"/>
    <w:rsid w:val="003D2F44"/>
    <w:rsid w:val="003D4F00"/>
    <w:rsid w:val="003E641D"/>
    <w:rsid w:val="003F2131"/>
    <w:rsid w:val="004100B2"/>
    <w:rsid w:val="00415678"/>
    <w:rsid w:val="00425292"/>
    <w:rsid w:val="00426551"/>
    <w:rsid w:val="004306CC"/>
    <w:rsid w:val="00440433"/>
    <w:rsid w:val="00443511"/>
    <w:rsid w:val="00467AAC"/>
    <w:rsid w:val="00476E19"/>
    <w:rsid w:val="00480429"/>
    <w:rsid w:val="00483DAD"/>
    <w:rsid w:val="00484A2E"/>
    <w:rsid w:val="00490456"/>
    <w:rsid w:val="0049776A"/>
    <w:rsid w:val="004A60D8"/>
    <w:rsid w:val="004C18EF"/>
    <w:rsid w:val="004D7163"/>
    <w:rsid w:val="004E1DAB"/>
    <w:rsid w:val="004E7F24"/>
    <w:rsid w:val="004F4402"/>
    <w:rsid w:val="005027A7"/>
    <w:rsid w:val="00521A3A"/>
    <w:rsid w:val="005432C6"/>
    <w:rsid w:val="00543758"/>
    <w:rsid w:val="0054446F"/>
    <w:rsid w:val="0055000B"/>
    <w:rsid w:val="00565EA8"/>
    <w:rsid w:val="005764C1"/>
    <w:rsid w:val="00586F6E"/>
    <w:rsid w:val="00591DC3"/>
    <w:rsid w:val="00595745"/>
    <w:rsid w:val="005B3323"/>
    <w:rsid w:val="005B397C"/>
    <w:rsid w:val="005C003A"/>
    <w:rsid w:val="005C5804"/>
    <w:rsid w:val="005D27C1"/>
    <w:rsid w:val="005D4CE6"/>
    <w:rsid w:val="0061465E"/>
    <w:rsid w:val="00631DCB"/>
    <w:rsid w:val="00640A0C"/>
    <w:rsid w:val="006455E8"/>
    <w:rsid w:val="00647E51"/>
    <w:rsid w:val="00650690"/>
    <w:rsid w:val="0066235C"/>
    <w:rsid w:val="00664910"/>
    <w:rsid w:val="00675D84"/>
    <w:rsid w:val="00677349"/>
    <w:rsid w:val="00686356"/>
    <w:rsid w:val="006A228B"/>
    <w:rsid w:val="006B3C12"/>
    <w:rsid w:val="006B48A1"/>
    <w:rsid w:val="006B578D"/>
    <w:rsid w:val="006C00A7"/>
    <w:rsid w:val="006D0CC6"/>
    <w:rsid w:val="006D2011"/>
    <w:rsid w:val="006E5CEC"/>
    <w:rsid w:val="006E5EDB"/>
    <w:rsid w:val="00707830"/>
    <w:rsid w:val="00711059"/>
    <w:rsid w:val="00715EAA"/>
    <w:rsid w:val="00716A6C"/>
    <w:rsid w:val="00720B2B"/>
    <w:rsid w:val="0074545E"/>
    <w:rsid w:val="007463A6"/>
    <w:rsid w:val="007657DC"/>
    <w:rsid w:val="00777C40"/>
    <w:rsid w:val="007A55CA"/>
    <w:rsid w:val="007B208D"/>
    <w:rsid w:val="007C0EA0"/>
    <w:rsid w:val="007C6EFF"/>
    <w:rsid w:val="007D44F2"/>
    <w:rsid w:val="007E4862"/>
    <w:rsid w:val="00811E3E"/>
    <w:rsid w:val="00814B71"/>
    <w:rsid w:val="008230B8"/>
    <w:rsid w:val="00846686"/>
    <w:rsid w:val="0085051C"/>
    <w:rsid w:val="00861587"/>
    <w:rsid w:val="00861E9F"/>
    <w:rsid w:val="008A62B7"/>
    <w:rsid w:val="008B7272"/>
    <w:rsid w:val="008C2F9D"/>
    <w:rsid w:val="008C7527"/>
    <w:rsid w:val="008D255A"/>
    <w:rsid w:val="008F5E4F"/>
    <w:rsid w:val="00907C02"/>
    <w:rsid w:val="00914150"/>
    <w:rsid w:val="009218C7"/>
    <w:rsid w:val="009232B1"/>
    <w:rsid w:val="00930591"/>
    <w:rsid w:val="00933651"/>
    <w:rsid w:val="00933D83"/>
    <w:rsid w:val="00935389"/>
    <w:rsid w:val="00942A30"/>
    <w:rsid w:val="00947D80"/>
    <w:rsid w:val="00984E87"/>
    <w:rsid w:val="009859F0"/>
    <w:rsid w:val="00991FBA"/>
    <w:rsid w:val="009956A5"/>
    <w:rsid w:val="009A5AFB"/>
    <w:rsid w:val="009C00C4"/>
    <w:rsid w:val="009D07F8"/>
    <w:rsid w:val="009E438F"/>
    <w:rsid w:val="00A0053A"/>
    <w:rsid w:val="00A1434E"/>
    <w:rsid w:val="00A1621A"/>
    <w:rsid w:val="00A24A8D"/>
    <w:rsid w:val="00A26EB3"/>
    <w:rsid w:val="00A27849"/>
    <w:rsid w:val="00A31624"/>
    <w:rsid w:val="00A3610E"/>
    <w:rsid w:val="00A36E6F"/>
    <w:rsid w:val="00A4449C"/>
    <w:rsid w:val="00A51940"/>
    <w:rsid w:val="00A54A63"/>
    <w:rsid w:val="00A55C85"/>
    <w:rsid w:val="00A56FC4"/>
    <w:rsid w:val="00A629D6"/>
    <w:rsid w:val="00A7129C"/>
    <w:rsid w:val="00A766D7"/>
    <w:rsid w:val="00AA016E"/>
    <w:rsid w:val="00AA1760"/>
    <w:rsid w:val="00AA1D6D"/>
    <w:rsid w:val="00AB3CE9"/>
    <w:rsid w:val="00AC5882"/>
    <w:rsid w:val="00AC6BCB"/>
    <w:rsid w:val="00AE1A18"/>
    <w:rsid w:val="00AF6B15"/>
    <w:rsid w:val="00AF6E17"/>
    <w:rsid w:val="00B05E36"/>
    <w:rsid w:val="00B237B3"/>
    <w:rsid w:val="00B26510"/>
    <w:rsid w:val="00B43AAF"/>
    <w:rsid w:val="00B51D9E"/>
    <w:rsid w:val="00B54C04"/>
    <w:rsid w:val="00B67AF4"/>
    <w:rsid w:val="00B8103B"/>
    <w:rsid w:val="00BA7B78"/>
    <w:rsid w:val="00BC7A5D"/>
    <w:rsid w:val="00BD0728"/>
    <w:rsid w:val="00BD081B"/>
    <w:rsid w:val="00BE16FD"/>
    <w:rsid w:val="00BE1C50"/>
    <w:rsid w:val="00BE3DC6"/>
    <w:rsid w:val="00BE4067"/>
    <w:rsid w:val="00BE41F5"/>
    <w:rsid w:val="00BF2B94"/>
    <w:rsid w:val="00C075AA"/>
    <w:rsid w:val="00C07DC1"/>
    <w:rsid w:val="00C10C23"/>
    <w:rsid w:val="00C26A00"/>
    <w:rsid w:val="00C30D30"/>
    <w:rsid w:val="00C316CA"/>
    <w:rsid w:val="00C466EA"/>
    <w:rsid w:val="00C50950"/>
    <w:rsid w:val="00C63545"/>
    <w:rsid w:val="00C63E9B"/>
    <w:rsid w:val="00C74DD0"/>
    <w:rsid w:val="00C772D2"/>
    <w:rsid w:val="00C84D72"/>
    <w:rsid w:val="00C869A0"/>
    <w:rsid w:val="00CA686B"/>
    <w:rsid w:val="00CB2DEC"/>
    <w:rsid w:val="00CD2142"/>
    <w:rsid w:val="00CD48A5"/>
    <w:rsid w:val="00CF4F3B"/>
    <w:rsid w:val="00D41679"/>
    <w:rsid w:val="00D44D06"/>
    <w:rsid w:val="00D54143"/>
    <w:rsid w:val="00D618E7"/>
    <w:rsid w:val="00D76EA4"/>
    <w:rsid w:val="00D86776"/>
    <w:rsid w:val="00DA506D"/>
    <w:rsid w:val="00DB0980"/>
    <w:rsid w:val="00DC13A6"/>
    <w:rsid w:val="00DC767B"/>
    <w:rsid w:val="00DF3301"/>
    <w:rsid w:val="00E0383C"/>
    <w:rsid w:val="00E101AC"/>
    <w:rsid w:val="00E26339"/>
    <w:rsid w:val="00E351F8"/>
    <w:rsid w:val="00E4130C"/>
    <w:rsid w:val="00E45538"/>
    <w:rsid w:val="00E51B21"/>
    <w:rsid w:val="00E5431C"/>
    <w:rsid w:val="00E724BE"/>
    <w:rsid w:val="00E73691"/>
    <w:rsid w:val="00E7760C"/>
    <w:rsid w:val="00E80ADF"/>
    <w:rsid w:val="00E8478D"/>
    <w:rsid w:val="00E859AD"/>
    <w:rsid w:val="00E86524"/>
    <w:rsid w:val="00E94721"/>
    <w:rsid w:val="00EA5DCF"/>
    <w:rsid w:val="00EB0006"/>
    <w:rsid w:val="00EC6039"/>
    <w:rsid w:val="00ED677B"/>
    <w:rsid w:val="00ED7FC8"/>
    <w:rsid w:val="00EE674D"/>
    <w:rsid w:val="00EF1207"/>
    <w:rsid w:val="00EF1465"/>
    <w:rsid w:val="00EF4A58"/>
    <w:rsid w:val="00EF5707"/>
    <w:rsid w:val="00EF5EB8"/>
    <w:rsid w:val="00F102A3"/>
    <w:rsid w:val="00F12A4D"/>
    <w:rsid w:val="00F33528"/>
    <w:rsid w:val="00F352AD"/>
    <w:rsid w:val="00F37D6D"/>
    <w:rsid w:val="00F52B73"/>
    <w:rsid w:val="00F560BE"/>
    <w:rsid w:val="00F801AB"/>
    <w:rsid w:val="00F84310"/>
    <w:rsid w:val="00F92AC6"/>
    <w:rsid w:val="00FB3C9C"/>
    <w:rsid w:val="00FB42EA"/>
    <w:rsid w:val="00FC0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34B57F78-7564-46FC-B99A-F67E3AF55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734C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rsid w:val="00C10C23"/>
    <w:pPr>
      <w:keepNext/>
      <w:keepLines/>
      <w:spacing w:before="120" w:after="120" w:line="360" w:lineRule="auto"/>
      <w:outlineLvl w:val="0"/>
    </w:pPr>
    <w:rPr>
      <w:rFonts w:ascii="Calibri" w:hAnsi="Calibri"/>
      <w:b/>
      <w:bCs/>
      <w:sz w:val="32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rsid w:val="00C10C23"/>
    <w:pPr>
      <w:keepNext/>
      <w:keepLines/>
      <w:spacing w:after="160" w:line="360" w:lineRule="auto"/>
      <w:outlineLvl w:val="1"/>
    </w:pPr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C10C23"/>
    <w:rPr>
      <w:rFonts w:ascii="Calibri" w:hAnsi="Calibri"/>
      <w:b/>
      <w:bCs/>
      <w:sz w:val="32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C10C23"/>
    <w:rPr>
      <w:rFonts w:asciiTheme="minorHAnsi" w:eastAsiaTheme="majorEastAsia" w:hAnsiTheme="minorHAnsi" w:cstheme="majorBidi"/>
      <w:b/>
      <w:bCs/>
      <w:sz w:val="28"/>
      <w:szCs w:val="26"/>
      <w:lang w:eastAsia="en-US"/>
    </w:rPr>
  </w:style>
  <w:style w:type="paragraph" w:customStyle="1" w:styleId="Konec">
    <w:name w:val="Konec"/>
    <w:basedOn w:val="Normln"/>
    <w:qFormat/>
    <w:rsid w:val="004A60D8"/>
    <w:pPr>
      <w:spacing w:after="160"/>
    </w:pPr>
    <w:rPr>
      <w:rFonts w:asciiTheme="minorHAnsi" w:hAnsiTheme="minorHAnsi"/>
      <w:sz w:val="2"/>
      <w:lang w:eastAsia="en-US"/>
    </w:rPr>
  </w:style>
  <w:style w:type="paragraph" w:customStyle="1" w:styleId="Datum1">
    <w:name w:val="Datum1"/>
    <w:qFormat/>
    <w:rsid w:val="00933D83"/>
    <w:pPr>
      <w:spacing w:line="360" w:lineRule="auto"/>
    </w:pPr>
    <w:rPr>
      <w:rFonts w:asciiTheme="minorHAnsi" w:hAnsiTheme="minorHAnsi"/>
      <w:sz w:val="22"/>
      <w:szCs w:val="24"/>
      <w:lang w:eastAsia="en-US"/>
    </w:rPr>
  </w:style>
  <w:style w:type="paragraph" w:styleId="Zhlav">
    <w:name w:val="header"/>
    <w:basedOn w:val="Normln"/>
    <w:link w:val="ZhlavChar"/>
    <w:uiPriority w:val="99"/>
    <w:rsid w:val="00C466EA"/>
    <w:pPr>
      <w:tabs>
        <w:tab w:val="center" w:pos="4536"/>
        <w:tab w:val="right" w:pos="9072"/>
      </w:tabs>
    </w:pPr>
    <w:rPr>
      <w:rFonts w:asciiTheme="minorHAnsi" w:hAnsiTheme="minorHAnsi"/>
      <w:sz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0E2581"/>
    <w:rPr>
      <w:color w:val="808080"/>
    </w:rPr>
  </w:style>
  <w:style w:type="paragraph" w:styleId="Textbubliny">
    <w:name w:val="Balloon Text"/>
    <w:basedOn w:val="Normln"/>
    <w:link w:val="TextbublinyChar"/>
    <w:rsid w:val="00C466EA"/>
    <w:rPr>
      <w:rFonts w:ascii="Tahoma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rsid w:val="00C466EA"/>
    <w:rPr>
      <w:rFonts w:ascii="Tahoma" w:hAnsi="Tahoma" w:cs="Tahoma"/>
      <w:sz w:val="16"/>
      <w:szCs w:val="16"/>
      <w:lang w:eastAsia="en-US"/>
    </w:rPr>
  </w:style>
  <w:style w:type="table" w:styleId="Mkatabulky">
    <w:name w:val="Table Grid"/>
    <w:basedOn w:val="Normlntabulka"/>
    <w:rsid w:val="006455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rstred">
    <w:name w:val="Zar_stred"/>
    <w:qFormat/>
    <w:rsid w:val="00AA016E"/>
    <w:pPr>
      <w:jc w:val="center"/>
    </w:pPr>
    <w:rPr>
      <w:rFonts w:asciiTheme="minorHAnsi" w:hAnsiTheme="minorHAnsi"/>
      <w:sz w:val="22"/>
      <w:szCs w:val="24"/>
      <w:lang w:eastAsia="en-US"/>
    </w:rPr>
  </w:style>
  <w:style w:type="paragraph" w:customStyle="1" w:styleId="Zarstredbarvavelka">
    <w:name w:val="Zar_stred_barva_velka"/>
    <w:basedOn w:val="Zarstred"/>
    <w:qFormat/>
    <w:rsid w:val="00914150"/>
    <w:pPr>
      <w:spacing w:after="160"/>
    </w:pPr>
    <w:rPr>
      <w:caps/>
      <w:color w:val="004B8D"/>
      <w:sz w:val="18"/>
    </w:rPr>
  </w:style>
  <w:style w:type="paragraph" w:customStyle="1" w:styleId="Zarstredbarvamala">
    <w:name w:val="Zar_stred_barva_mala"/>
    <w:rsid w:val="004100B2"/>
    <w:pPr>
      <w:jc w:val="center"/>
    </w:pPr>
    <w:rPr>
      <w:rFonts w:asciiTheme="minorHAnsi" w:hAnsiTheme="minorHAnsi"/>
      <w:color w:val="004B8D"/>
      <w:sz w:val="18"/>
      <w:szCs w:val="24"/>
      <w:lang w:eastAsia="en-US"/>
    </w:rPr>
  </w:style>
  <w:style w:type="paragraph" w:customStyle="1" w:styleId="Normalnitabulka">
    <w:name w:val="Normalni_tabulka"/>
    <w:basedOn w:val="Normln"/>
    <w:qFormat/>
    <w:rsid w:val="005D4CE6"/>
    <w:rPr>
      <w:rFonts w:asciiTheme="minorHAnsi" w:hAnsiTheme="minorHAnsi"/>
      <w:noProof/>
      <w:sz w:val="22"/>
    </w:rPr>
  </w:style>
  <w:style w:type="paragraph" w:customStyle="1" w:styleId="Normlnodsazen">
    <w:name w:val="Normální_odsazený"/>
    <w:basedOn w:val="Normln"/>
    <w:qFormat/>
    <w:rsid w:val="00A56FC4"/>
    <w:pPr>
      <w:spacing w:after="160" w:line="360" w:lineRule="auto"/>
      <w:ind w:firstLine="709"/>
    </w:pPr>
    <w:rPr>
      <w:rFonts w:asciiTheme="minorHAnsi" w:hAnsiTheme="minorHAnsi"/>
      <w:sz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C466EA"/>
    <w:rPr>
      <w:rFonts w:asciiTheme="minorHAnsi" w:hAnsiTheme="minorHAnsi"/>
      <w:sz w:val="22"/>
      <w:szCs w:val="24"/>
      <w:lang w:eastAsia="en-US"/>
    </w:rPr>
  </w:style>
  <w:style w:type="paragraph" w:styleId="Zpat">
    <w:name w:val="footer"/>
    <w:basedOn w:val="Normln"/>
    <w:link w:val="ZpatChar"/>
    <w:uiPriority w:val="99"/>
    <w:rsid w:val="00A1434E"/>
    <w:pPr>
      <w:tabs>
        <w:tab w:val="center" w:pos="4536"/>
        <w:tab w:val="right" w:pos="9072"/>
      </w:tabs>
    </w:pPr>
    <w:rPr>
      <w:rFonts w:asciiTheme="minorHAnsi" w:hAnsiTheme="minorHAnsi"/>
      <w:sz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A1434E"/>
    <w:rPr>
      <w:rFonts w:asciiTheme="minorHAnsi" w:hAnsiTheme="minorHAnsi"/>
      <w:sz w:val="22"/>
      <w:szCs w:val="24"/>
      <w:lang w:eastAsia="en-US"/>
    </w:rPr>
  </w:style>
  <w:style w:type="character" w:customStyle="1" w:styleId="Neviditeln">
    <w:name w:val="Neviditelný"/>
    <w:basedOn w:val="Standardnpsmoodstavce"/>
    <w:uiPriority w:val="1"/>
    <w:qFormat/>
    <w:rsid w:val="00C74DD0"/>
    <w:rPr>
      <w:b/>
      <w:vanish/>
      <w:color w:val="FF0000"/>
    </w:rPr>
  </w:style>
  <w:style w:type="paragraph" w:customStyle="1" w:styleId="Adresat">
    <w:name w:val="Adresat"/>
    <w:basedOn w:val="Normln"/>
    <w:rsid w:val="006A228B"/>
    <w:pPr>
      <w:pBdr>
        <w:top w:val="single" w:sz="6" w:space="4" w:color="000000"/>
        <w:left w:val="single" w:sz="6" w:space="7" w:color="000000"/>
        <w:bottom w:val="single" w:sz="6" w:space="4" w:color="000000"/>
        <w:right w:val="single" w:sz="6" w:space="7" w:color="000000"/>
      </w:pBdr>
      <w:shd w:val="solid" w:color="FFFFFF" w:fill="FFFFFF"/>
      <w:spacing w:after="160" w:line="360" w:lineRule="auto"/>
    </w:pPr>
    <w:rPr>
      <w:rFonts w:asciiTheme="minorHAnsi" w:hAnsiTheme="minorHAnsi"/>
      <w:sz w:val="18"/>
      <w:szCs w:val="20"/>
      <w:lang w:eastAsia="en-US"/>
    </w:rPr>
  </w:style>
  <w:style w:type="paragraph" w:customStyle="1" w:styleId="Stylramecek">
    <w:name w:val="Styl_ramecek"/>
    <w:basedOn w:val="Normln"/>
    <w:rsid w:val="00E94721"/>
    <w:pPr>
      <w:framePr w:w="9639" w:h="1701" w:wrap="around" w:vAnchor="page" w:hAnchor="page" w:x="1135" w:y="11908" w:anchorLock="1"/>
      <w:shd w:val="clear" w:color="FFFFFF" w:fill="auto"/>
    </w:pPr>
    <w:rPr>
      <w:rFonts w:ascii="Calibri" w:hAnsi="Calibri"/>
      <w:sz w:val="22"/>
      <w:szCs w:val="20"/>
      <w:lang w:eastAsia="en-US"/>
    </w:rPr>
  </w:style>
  <w:style w:type="paragraph" w:customStyle="1" w:styleId="StylStylramecekvzorekdn">
    <w:name w:val="Styl Styl_ramecek + vzorek: Žádný"/>
    <w:basedOn w:val="Stylramecek"/>
    <w:autoRedefine/>
    <w:rsid w:val="00E4130C"/>
    <w:pPr>
      <w:framePr w:wrap="around"/>
      <w:shd w:val="clear" w:color="auto" w:fill="auto"/>
    </w:pPr>
  </w:style>
  <w:style w:type="paragraph" w:styleId="Bezmezer">
    <w:name w:val="No Spacing"/>
    <w:uiPriority w:val="1"/>
    <w:qFormat/>
    <w:rsid w:val="00E8478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MDSRosobn">
    <w:name w:val="MDS ČR osobní"/>
    <w:basedOn w:val="Normln"/>
    <w:rsid w:val="000734C0"/>
    <w:pPr>
      <w:suppressAutoHyphens/>
      <w:overflowPunct w:val="0"/>
      <w:autoSpaceDE w:val="0"/>
      <w:autoSpaceDN w:val="0"/>
      <w:adjustRightInd w:val="0"/>
      <w:spacing w:before="240" w:line="360" w:lineRule="auto"/>
      <w:ind w:firstLine="567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1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microsoft.com/office/2007/relationships/hdphoto" Target="media/hdphoto1.wdp"/><Relationship Id="rId1" Type="http://schemas.openxmlformats.org/officeDocument/2006/relationships/image" Target="media/image2.png"/><Relationship Id="rId4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hana.svobodova\AppData\Local\Acta\Templates\3415275_Dopis%20ministra%20se%20znakem%20CZ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A1CE031F34E4E52A6D6398E47DA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814C3B-2261-40DC-AF51-0BF3FB1C1AB8}"/>
      </w:docPartPr>
      <w:docPartBody>
        <w:p w:rsidR="00AC013F" w:rsidRDefault="00AC013F">
          <w:pPr>
            <w:pStyle w:val="7A1CE031F34E4E52A6D6398E47DA7D01"/>
          </w:pPr>
          <w:r w:rsidRPr="00136958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3F"/>
    <w:rsid w:val="00AC0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7A1CE031F34E4E52A6D6398E47DA7D01">
    <w:name w:val="7A1CE031F34E4E52A6D6398E47DA7D01"/>
  </w:style>
  <w:style w:type="paragraph" w:customStyle="1" w:styleId="E84FAA47772E4E1B97A2E22DDD98FFE5">
    <w:name w:val="E84FAA47772E4E1B97A2E22DDD98FFE5"/>
  </w:style>
  <w:style w:type="paragraph" w:customStyle="1" w:styleId="792D929DAC874D4BAF22518C68B540C4">
    <w:name w:val="792D929DAC874D4BAF22518C68B540C4"/>
  </w:style>
  <w:style w:type="paragraph" w:customStyle="1" w:styleId="56529065FDB34E5AAD77D0B3E1EB7618">
    <w:name w:val="56529065FDB34E5AAD77D0B3E1EB7618"/>
  </w:style>
  <w:style w:type="paragraph" w:customStyle="1" w:styleId="5135D07F1B0C4724A2E1F7EEE4AE3D37">
    <w:name w:val="5135D07F1B0C4724A2E1F7EEE4AE3D37"/>
  </w:style>
  <w:style w:type="paragraph" w:customStyle="1" w:styleId="8DC8BCE516BF402188C3E8A9A602986C">
    <w:name w:val="8DC8BCE516BF402188C3E8A9A602986C"/>
  </w:style>
  <w:style w:type="paragraph" w:customStyle="1" w:styleId="B28B94F9E43A4BAA8FD4D089B0FFB35A">
    <w:name w:val="B28B94F9E43A4BAA8FD4D089B0FFB35A"/>
  </w:style>
  <w:style w:type="paragraph" w:customStyle="1" w:styleId="82C8E6FA88334F3A8CEA395C1686D611">
    <w:name w:val="82C8E6FA88334F3A8CEA395C1686D61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3415275_Dopis ministra se znakem CZ.dotx</Template>
  <TotalTime>0</TotalTime>
  <Pages>1</Pages>
  <Words>77</Words>
  <Characters>456</Characters>
  <Application>Microsoft Office Word</Application>
  <DocSecurity>4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Johana Ing.</dc:creator>
  <cp:lastModifiedBy>0501 - sekretariát ( Műllerová )</cp:lastModifiedBy>
  <cp:revision>2</cp:revision>
  <cp:lastPrinted>2020-01-31T07:54:00Z</cp:lastPrinted>
  <dcterms:created xsi:type="dcterms:W3CDTF">2020-09-29T14:28:00Z</dcterms:created>
  <dcterms:modified xsi:type="dcterms:W3CDTF">2020-09-29T14:28:00Z</dcterms:modified>
</cp:coreProperties>
</file>