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58A40" w14:textId="6E5A9CE1" w:rsidR="00981597" w:rsidRPr="0026510B" w:rsidRDefault="001B1CE7" w:rsidP="0026510B">
      <w:pPr>
        <w:shd w:val="clear" w:color="auto" w:fill="FFFFFF" w:themeFill="background1"/>
        <w:spacing w:after="120" w:line="276" w:lineRule="auto"/>
        <w:jc w:val="center"/>
        <w:rPr>
          <w:rFonts w:ascii="Arial" w:eastAsia="Calibri" w:hAnsi="Arial" w:cs="Arial"/>
          <w:b/>
          <w:color w:val="FF0000"/>
          <w:sz w:val="30"/>
          <w:szCs w:val="30"/>
        </w:rPr>
      </w:pPr>
      <w:r w:rsidRPr="00201DA0">
        <w:rPr>
          <w:rFonts w:ascii="Arial" w:eastAsia="Calibri" w:hAnsi="Arial" w:cs="Arial"/>
          <w:b/>
          <w:color w:val="FF0000"/>
          <w:sz w:val="30"/>
          <w:szCs w:val="30"/>
        </w:rPr>
        <w:t>VZOR</w:t>
      </w:r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DD9C3" w:themeFill="background2" w:themeFillShade="E6"/>
        <w:tblLook w:val="04A0" w:firstRow="1" w:lastRow="0" w:firstColumn="1" w:lastColumn="0" w:noHBand="0" w:noVBand="1"/>
      </w:tblPr>
      <w:tblGrid>
        <w:gridCol w:w="306"/>
        <w:gridCol w:w="2524"/>
        <w:gridCol w:w="431"/>
        <w:gridCol w:w="3104"/>
        <w:gridCol w:w="439"/>
        <w:gridCol w:w="3096"/>
        <w:gridCol w:w="306"/>
      </w:tblGrid>
      <w:tr w:rsidR="00C50B79" w:rsidRPr="00FB7E09" w14:paraId="4B2516D3" w14:textId="77777777" w:rsidTr="00EB22D0">
        <w:tc>
          <w:tcPr>
            <w:tcW w:w="306" w:type="dxa"/>
            <w:shd w:val="clear" w:color="auto" w:fill="DDD9C3" w:themeFill="background2" w:themeFillShade="E6"/>
          </w:tcPr>
          <w:p w14:paraId="41F15CF6" w14:textId="77777777" w:rsidR="00C50B79" w:rsidRPr="00FB7E09" w:rsidRDefault="00C50B79" w:rsidP="00EB22D0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shd w:val="clear" w:color="auto" w:fill="DDD9C3" w:themeFill="background2" w:themeFillShade="E6"/>
          </w:tcPr>
          <w:p w14:paraId="638812A5" w14:textId="77777777" w:rsidR="00C50B79" w:rsidRPr="00FB7E09" w:rsidRDefault="00C50B79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070" w:type="dxa"/>
            <w:gridSpan w:val="4"/>
            <w:shd w:val="clear" w:color="auto" w:fill="DDD9C3" w:themeFill="background2" w:themeFillShade="E6"/>
          </w:tcPr>
          <w:p w14:paraId="76403681" w14:textId="77777777" w:rsidR="00C50B79" w:rsidRPr="00FB7E09" w:rsidRDefault="00C50B79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shd w:val="clear" w:color="auto" w:fill="DDD9C3" w:themeFill="background2" w:themeFillShade="E6"/>
          </w:tcPr>
          <w:p w14:paraId="1877E8A7" w14:textId="77777777" w:rsidR="00C50B79" w:rsidRPr="00FB7E09" w:rsidRDefault="00C50B79" w:rsidP="00EB22D0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C50B79" w:rsidRPr="00FB7E09" w14:paraId="51E134ED" w14:textId="77777777" w:rsidTr="00985FC5">
        <w:tc>
          <w:tcPr>
            <w:tcW w:w="306" w:type="dxa"/>
            <w:shd w:val="clear" w:color="auto" w:fill="DDD9C3" w:themeFill="background2" w:themeFillShade="E6"/>
          </w:tcPr>
          <w:p w14:paraId="36E0ACDE" w14:textId="77777777" w:rsidR="00C50B79" w:rsidRPr="00FB7E09" w:rsidRDefault="00C50B79" w:rsidP="00EB22D0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594" w:type="dxa"/>
            <w:gridSpan w:val="5"/>
            <w:shd w:val="clear" w:color="auto" w:fill="DDD9C3" w:themeFill="background2" w:themeFillShade="E6"/>
          </w:tcPr>
          <w:p w14:paraId="190009E4" w14:textId="16438D11" w:rsidR="00C50B79" w:rsidRPr="00C50B79" w:rsidRDefault="00C50B79" w:rsidP="00C50B79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C50B79">
              <w:rPr>
                <w:rFonts w:ascii="Arial" w:eastAsia="Calibri" w:hAnsi="Arial" w:cs="Arial"/>
                <w:b/>
                <w:sz w:val="28"/>
                <w:szCs w:val="28"/>
              </w:rPr>
              <w:t>Návrh délky a obsahu adaptačního procesu</w:t>
            </w:r>
          </w:p>
        </w:tc>
        <w:tc>
          <w:tcPr>
            <w:tcW w:w="306" w:type="dxa"/>
            <w:shd w:val="clear" w:color="auto" w:fill="DDD9C3" w:themeFill="background2" w:themeFillShade="E6"/>
          </w:tcPr>
          <w:p w14:paraId="31883836" w14:textId="77777777" w:rsidR="00C50B79" w:rsidRPr="00FB7E09" w:rsidRDefault="00C50B79" w:rsidP="00EB22D0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C50B79" w:rsidRPr="00FB7E09" w14:paraId="0E555BFD" w14:textId="77777777" w:rsidTr="00BA3B87">
        <w:tc>
          <w:tcPr>
            <w:tcW w:w="306" w:type="dxa"/>
            <w:shd w:val="clear" w:color="auto" w:fill="DDD9C3" w:themeFill="background2" w:themeFillShade="E6"/>
          </w:tcPr>
          <w:p w14:paraId="30185FE5" w14:textId="77777777" w:rsidR="00C50B79" w:rsidRPr="00FB7E09" w:rsidRDefault="00C50B79" w:rsidP="00EB22D0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594" w:type="dxa"/>
            <w:gridSpan w:val="5"/>
            <w:shd w:val="clear" w:color="auto" w:fill="DDD9C3" w:themeFill="background2" w:themeFillShade="E6"/>
          </w:tcPr>
          <w:p w14:paraId="19185149" w14:textId="3E37864B" w:rsidR="00C50B79" w:rsidRPr="00C50B79" w:rsidRDefault="00C50B79" w:rsidP="00C50B79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C50B79">
              <w:rPr>
                <w:rFonts w:ascii="Arial" w:eastAsia="Calibri" w:hAnsi="Arial" w:cs="Arial"/>
                <w:b/>
                <w:sz w:val="28"/>
                <w:szCs w:val="28"/>
              </w:rPr>
              <w:t>Návrh na určení mentorem</w:t>
            </w:r>
          </w:p>
        </w:tc>
        <w:tc>
          <w:tcPr>
            <w:tcW w:w="306" w:type="dxa"/>
            <w:shd w:val="clear" w:color="auto" w:fill="DDD9C3" w:themeFill="background2" w:themeFillShade="E6"/>
          </w:tcPr>
          <w:p w14:paraId="54F32167" w14:textId="77777777" w:rsidR="00C50B79" w:rsidRPr="00FB7E09" w:rsidRDefault="00C50B79" w:rsidP="00EB22D0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5403E" w:rsidRPr="00FB7E09" w14:paraId="3C8D21A2" w14:textId="77777777" w:rsidTr="00EB22D0">
        <w:tc>
          <w:tcPr>
            <w:tcW w:w="306" w:type="dxa"/>
            <w:shd w:val="clear" w:color="auto" w:fill="DDD9C3" w:themeFill="background2" w:themeFillShade="E6"/>
          </w:tcPr>
          <w:p w14:paraId="5351CF6F" w14:textId="77777777" w:rsidR="0065403E" w:rsidRPr="00FB7E09" w:rsidRDefault="0065403E" w:rsidP="00EB22D0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shd w:val="clear" w:color="auto" w:fill="DDD9C3" w:themeFill="background2" w:themeFillShade="E6"/>
          </w:tcPr>
          <w:p w14:paraId="048FCA97" w14:textId="77777777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070" w:type="dxa"/>
            <w:gridSpan w:val="4"/>
            <w:shd w:val="clear" w:color="auto" w:fill="DDD9C3" w:themeFill="background2" w:themeFillShade="E6"/>
          </w:tcPr>
          <w:p w14:paraId="1B5BC099" w14:textId="77777777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shd w:val="clear" w:color="auto" w:fill="DDD9C3" w:themeFill="background2" w:themeFillShade="E6"/>
          </w:tcPr>
          <w:p w14:paraId="29F87AD6" w14:textId="77777777" w:rsidR="0065403E" w:rsidRPr="00FB7E09" w:rsidRDefault="0065403E" w:rsidP="00EB22D0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5403E" w:rsidRPr="00FB7E09" w14:paraId="589DE7D8" w14:textId="77777777" w:rsidTr="004346E5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0D501F0B" w14:textId="77777777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594" w:type="dxa"/>
            <w:gridSpan w:val="5"/>
            <w:shd w:val="clear" w:color="auto" w:fill="DDD9C3" w:themeFill="background2" w:themeFillShade="E6"/>
            <w:vAlign w:val="center"/>
          </w:tcPr>
          <w:p w14:paraId="4CA9FBE1" w14:textId="37A3D11E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5403E">
              <w:rPr>
                <w:rFonts w:ascii="Arial" w:eastAsia="Calibri" w:hAnsi="Arial" w:cs="Arial"/>
                <w:b/>
                <w:sz w:val="20"/>
                <w:szCs w:val="20"/>
              </w:rPr>
              <w:t>Údaje o bezprostředně nadřízeném představeném</w:t>
            </w:r>
            <w:r w:rsidR="00C50B79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3030BBB5" w14:textId="77777777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5403E" w:rsidRPr="00FB7E09" w14:paraId="39AD4CA9" w14:textId="77777777" w:rsidTr="00EB22D0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3CD4222F" w14:textId="77777777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31304150" w14:textId="77777777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</w:rPr>
              <w:t>Titul, jméno a příjmení</w:t>
            </w:r>
          </w:p>
        </w:tc>
        <w:tc>
          <w:tcPr>
            <w:tcW w:w="7070" w:type="dxa"/>
            <w:gridSpan w:val="4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346648B" w14:textId="77777777" w:rsidR="0065403E" w:rsidRPr="0017467B" w:rsidRDefault="0065403E" w:rsidP="00EB22D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5E8BF11A" w14:textId="77777777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5403E" w:rsidRPr="00FB7E09" w14:paraId="536E7F1E" w14:textId="77777777" w:rsidTr="00EB22D0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4862BD8B" w14:textId="77777777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0F0E68A6" w14:textId="626BEA73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</w:rPr>
              <w:t>Evidenční číslo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zaměstnance</w:t>
            </w:r>
          </w:p>
        </w:tc>
        <w:tc>
          <w:tcPr>
            <w:tcW w:w="7070" w:type="dxa"/>
            <w:gridSpan w:val="4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36D1520A" w14:textId="77777777" w:rsidR="0065403E" w:rsidRPr="0017467B" w:rsidRDefault="0065403E" w:rsidP="00EB22D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17452A25" w14:textId="77777777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5403E" w:rsidRPr="00FB7E09" w14:paraId="42799CCF" w14:textId="77777777" w:rsidTr="00EB22D0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510F8C25" w14:textId="77777777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5C805702" w14:textId="77777777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</w:rPr>
              <w:t>Služební označení</w:t>
            </w:r>
          </w:p>
        </w:tc>
        <w:tc>
          <w:tcPr>
            <w:tcW w:w="7070" w:type="dxa"/>
            <w:gridSpan w:val="4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4296D353" w14:textId="77777777" w:rsidR="0065403E" w:rsidRPr="0017467B" w:rsidRDefault="0065403E" w:rsidP="00EB22D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2F35EAB3" w14:textId="77777777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5403E" w:rsidRPr="00FB7E09" w14:paraId="550CE413" w14:textId="77777777" w:rsidTr="00EB22D0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4E818B7D" w14:textId="77777777" w:rsidR="0065403E" w:rsidRPr="00FB7E09" w:rsidRDefault="0065403E" w:rsidP="00F17671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5AD10F87" w14:textId="77777777" w:rsidR="0065403E" w:rsidRPr="00FB7E09" w:rsidRDefault="0065403E" w:rsidP="00F17671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Organizační útvar</w:t>
            </w:r>
          </w:p>
        </w:tc>
        <w:tc>
          <w:tcPr>
            <w:tcW w:w="7070" w:type="dxa"/>
            <w:gridSpan w:val="4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14D9512" w14:textId="77777777" w:rsidR="0065403E" w:rsidRPr="0017467B" w:rsidRDefault="0065403E" w:rsidP="00F17671">
            <w:pPr>
              <w:keepNext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385CA403" w14:textId="77777777" w:rsidR="0065403E" w:rsidRPr="00FB7E09" w:rsidRDefault="0065403E" w:rsidP="00F17671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5403E" w:rsidRPr="00FB7E09" w14:paraId="756D4BBC" w14:textId="77777777" w:rsidTr="00E41E98">
        <w:tc>
          <w:tcPr>
            <w:tcW w:w="306" w:type="dxa"/>
            <w:shd w:val="clear" w:color="auto" w:fill="DDD9C3" w:themeFill="background2" w:themeFillShade="E6"/>
          </w:tcPr>
          <w:p w14:paraId="11384CE9" w14:textId="77777777" w:rsidR="0065403E" w:rsidRPr="00FB7E09" w:rsidRDefault="0065403E" w:rsidP="00F17671">
            <w:pPr>
              <w:keepNext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shd w:val="clear" w:color="auto" w:fill="DDD9C3" w:themeFill="background2" w:themeFillShade="E6"/>
          </w:tcPr>
          <w:p w14:paraId="37EB4DE7" w14:textId="77777777" w:rsidR="0065403E" w:rsidRPr="00FB7E09" w:rsidRDefault="0065403E" w:rsidP="00F17671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070" w:type="dxa"/>
            <w:gridSpan w:val="4"/>
            <w:tcBorders>
              <w:top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591866CA" w14:textId="77777777" w:rsidR="0065403E" w:rsidRPr="00FB7E09" w:rsidRDefault="0065403E" w:rsidP="00F17671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shd w:val="clear" w:color="auto" w:fill="DDD9C3" w:themeFill="background2" w:themeFillShade="E6"/>
          </w:tcPr>
          <w:p w14:paraId="182C455A" w14:textId="77777777" w:rsidR="0065403E" w:rsidRPr="00FB7E09" w:rsidRDefault="0065403E" w:rsidP="00F17671">
            <w:pPr>
              <w:keepNext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E41E98" w:rsidRPr="00FB7E09" w14:paraId="40107DF1" w14:textId="77777777" w:rsidTr="00E41E98">
        <w:tc>
          <w:tcPr>
            <w:tcW w:w="306" w:type="dxa"/>
            <w:shd w:val="clear" w:color="auto" w:fill="DDD9C3" w:themeFill="background2" w:themeFillShade="E6"/>
          </w:tcPr>
          <w:p w14:paraId="5D312C69" w14:textId="1820D4B6" w:rsidR="00E41E98" w:rsidRPr="00FB7E09" w:rsidRDefault="00E41E98" w:rsidP="00F17671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594" w:type="dxa"/>
            <w:gridSpan w:val="5"/>
            <w:shd w:val="clear" w:color="auto" w:fill="EEECE1" w:themeFill="background2"/>
          </w:tcPr>
          <w:p w14:paraId="04988ADF" w14:textId="7A46F8CF" w:rsidR="00E41E98" w:rsidRPr="00FB7E09" w:rsidRDefault="00E41E98" w:rsidP="00E41E98">
            <w:pPr>
              <w:spacing w:before="60" w:after="6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EA2D0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navrhuji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EA2D0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podle § 107 zákona o státní službě ve spojení s čl. </w:t>
            </w:r>
            <w:r w:rsidR="007E3B9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6</w:t>
            </w:r>
            <w:r w:rsidRPr="00EA2D0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služebního předpisu nej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softHyphen/>
            </w:r>
            <w:r w:rsidRPr="00EA2D0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vyššího státního tajemníka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,</w:t>
            </w:r>
            <w:r>
              <w:t xml:space="preserve"> </w:t>
            </w:r>
            <w:r w:rsidRPr="00E41E9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kterým se stanoví rámcová pravidla pro adaptační proces ve služebních úřadech</w:t>
            </w:r>
          </w:p>
        </w:tc>
        <w:tc>
          <w:tcPr>
            <w:tcW w:w="306" w:type="dxa"/>
            <w:shd w:val="clear" w:color="auto" w:fill="DDD9C3" w:themeFill="background2" w:themeFillShade="E6"/>
          </w:tcPr>
          <w:p w14:paraId="0A5D8052" w14:textId="53577505" w:rsidR="00E41E98" w:rsidRPr="00FB7E09" w:rsidRDefault="00E41E98" w:rsidP="00F17671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5403E" w:rsidRPr="00FB7E09" w14:paraId="0B4C3A44" w14:textId="77777777" w:rsidTr="00E41E98">
        <w:tc>
          <w:tcPr>
            <w:tcW w:w="306" w:type="dxa"/>
            <w:shd w:val="clear" w:color="auto" w:fill="DDD9C3" w:themeFill="background2" w:themeFillShade="E6"/>
          </w:tcPr>
          <w:p w14:paraId="15C4F62D" w14:textId="77777777" w:rsidR="0065403E" w:rsidRPr="00FB7E09" w:rsidRDefault="0065403E" w:rsidP="00EB22D0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shd w:val="clear" w:color="auto" w:fill="DDD9C3" w:themeFill="background2" w:themeFillShade="E6"/>
          </w:tcPr>
          <w:p w14:paraId="4024DE6F" w14:textId="77777777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070" w:type="dxa"/>
            <w:gridSpan w:val="4"/>
            <w:shd w:val="clear" w:color="auto" w:fill="DDD9C3" w:themeFill="background2" w:themeFillShade="E6"/>
          </w:tcPr>
          <w:p w14:paraId="61762A1B" w14:textId="77777777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shd w:val="clear" w:color="auto" w:fill="DDD9C3" w:themeFill="background2" w:themeFillShade="E6"/>
          </w:tcPr>
          <w:p w14:paraId="0D3A2939" w14:textId="77777777" w:rsidR="0065403E" w:rsidRPr="00FB7E09" w:rsidRDefault="0065403E" w:rsidP="00EB22D0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5403E" w:rsidRPr="00FB7E09" w14:paraId="5A880EB8" w14:textId="77777777" w:rsidTr="00EB22D0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0663EBEB" w14:textId="77777777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594" w:type="dxa"/>
            <w:gridSpan w:val="5"/>
            <w:shd w:val="clear" w:color="auto" w:fill="DDD9C3" w:themeFill="background2" w:themeFillShade="E6"/>
            <w:vAlign w:val="center"/>
          </w:tcPr>
          <w:p w14:paraId="425E461A" w14:textId="648C58ED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5403E">
              <w:rPr>
                <w:rFonts w:ascii="Arial" w:eastAsia="Calibri" w:hAnsi="Arial" w:cs="Arial"/>
                <w:b/>
                <w:sz w:val="20"/>
                <w:szCs w:val="20"/>
              </w:rPr>
              <w:t xml:space="preserve">Údaje o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novém zaměstnanci</w:t>
            </w:r>
            <w:r w:rsidR="00C50B79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35B421F9" w14:textId="77777777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5403E" w:rsidRPr="00FB7E09" w14:paraId="68E66D0D" w14:textId="77777777" w:rsidTr="00EB22D0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30A98AB4" w14:textId="77777777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733AD768" w14:textId="77777777" w:rsidR="0065403E" w:rsidRPr="00F17671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17671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</w:rPr>
              <w:t>Titul, jméno a příjmení</w:t>
            </w:r>
          </w:p>
        </w:tc>
        <w:tc>
          <w:tcPr>
            <w:tcW w:w="7070" w:type="dxa"/>
            <w:gridSpan w:val="4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33669D94" w14:textId="77777777" w:rsidR="0065403E" w:rsidRPr="0017467B" w:rsidRDefault="0065403E" w:rsidP="00EB22D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02B806B8" w14:textId="77777777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5403E" w:rsidRPr="00FB7E09" w14:paraId="0DEBFB02" w14:textId="77777777" w:rsidTr="00EB22D0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6AF26C01" w14:textId="77777777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712662DD" w14:textId="77777777" w:rsidR="0065403E" w:rsidRPr="00F17671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17671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</w:rPr>
              <w:t>Evidenční číslo zaměstnance</w:t>
            </w:r>
          </w:p>
        </w:tc>
        <w:tc>
          <w:tcPr>
            <w:tcW w:w="7070" w:type="dxa"/>
            <w:gridSpan w:val="4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68ABA5E7" w14:textId="77777777" w:rsidR="0065403E" w:rsidRPr="0017467B" w:rsidRDefault="0065403E" w:rsidP="00EB22D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1C08853B" w14:textId="77777777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5403E" w:rsidRPr="00FB7E09" w14:paraId="2BA11986" w14:textId="77777777" w:rsidTr="00F17671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1D39522D" w14:textId="77777777" w:rsidR="0065403E" w:rsidRPr="00FB7E09" w:rsidRDefault="0065403E" w:rsidP="00F17671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3B12518E" w14:textId="77777777" w:rsidR="0065403E" w:rsidRPr="00F17671" w:rsidRDefault="0065403E" w:rsidP="00F17671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17671">
              <w:rPr>
                <w:rFonts w:ascii="Arial" w:eastAsia="Calibri" w:hAnsi="Arial" w:cs="Arial"/>
                <w:b/>
                <w:sz w:val="16"/>
                <w:szCs w:val="16"/>
              </w:rPr>
              <w:t>Organizační útvar</w:t>
            </w:r>
          </w:p>
        </w:tc>
        <w:tc>
          <w:tcPr>
            <w:tcW w:w="7070" w:type="dxa"/>
            <w:gridSpan w:val="4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48CF79D2" w14:textId="77777777" w:rsidR="0065403E" w:rsidRPr="0017467B" w:rsidRDefault="0065403E" w:rsidP="00F17671">
            <w:pPr>
              <w:keepNext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5A8140D5" w14:textId="77777777" w:rsidR="0065403E" w:rsidRPr="00FB7E09" w:rsidRDefault="0065403E" w:rsidP="00F17671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5403E" w:rsidRPr="00FB7E09" w14:paraId="6993BD7E" w14:textId="77777777" w:rsidTr="00E41E98">
        <w:tc>
          <w:tcPr>
            <w:tcW w:w="306" w:type="dxa"/>
            <w:shd w:val="clear" w:color="auto" w:fill="DDD9C3" w:themeFill="background2" w:themeFillShade="E6"/>
          </w:tcPr>
          <w:p w14:paraId="5E5D03F7" w14:textId="77777777" w:rsidR="0065403E" w:rsidRPr="00FB7E09" w:rsidRDefault="0065403E" w:rsidP="00F17671">
            <w:pPr>
              <w:keepNext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shd w:val="clear" w:color="auto" w:fill="DDD9C3" w:themeFill="background2" w:themeFillShade="E6"/>
          </w:tcPr>
          <w:p w14:paraId="316E1637" w14:textId="77777777" w:rsidR="0065403E" w:rsidRPr="00FB7E09" w:rsidRDefault="0065403E" w:rsidP="00F17671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070" w:type="dxa"/>
            <w:gridSpan w:val="4"/>
            <w:tcBorders>
              <w:top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6756FCA4" w14:textId="77777777" w:rsidR="0065403E" w:rsidRPr="00FB7E09" w:rsidRDefault="0065403E" w:rsidP="00F17671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shd w:val="clear" w:color="auto" w:fill="DDD9C3" w:themeFill="background2" w:themeFillShade="E6"/>
          </w:tcPr>
          <w:p w14:paraId="0F27166B" w14:textId="77777777" w:rsidR="0065403E" w:rsidRPr="00FB7E09" w:rsidRDefault="0065403E" w:rsidP="00F17671">
            <w:pPr>
              <w:keepNext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E41E98" w:rsidRPr="00F17671" w14:paraId="75CD2ACF" w14:textId="77777777" w:rsidTr="00E41E98">
        <w:tc>
          <w:tcPr>
            <w:tcW w:w="306" w:type="dxa"/>
            <w:shd w:val="clear" w:color="auto" w:fill="DDD9C3" w:themeFill="background2" w:themeFillShade="E6"/>
          </w:tcPr>
          <w:p w14:paraId="4D8C360A" w14:textId="75CB5424" w:rsidR="00E41E98" w:rsidRPr="00F17671" w:rsidRDefault="00E41E98" w:rsidP="00E41E98">
            <w:pPr>
              <w:keepNext/>
              <w:spacing w:before="60" w:after="6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9594" w:type="dxa"/>
            <w:gridSpan w:val="5"/>
            <w:shd w:val="clear" w:color="auto" w:fill="EEECE1" w:themeFill="background2"/>
          </w:tcPr>
          <w:p w14:paraId="327B9452" w14:textId="3C22FC68" w:rsidR="00E41E98" w:rsidRPr="00F17671" w:rsidRDefault="00E41E98" w:rsidP="00E41E98">
            <w:pPr>
              <w:keepNext/>
              <w:spacing w:before="60" w:after="6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1767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následující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06" w:type="dxa"/>
            <w:shd w:val="clear" w:color="auto" w:fill="DDD9C3" w:themeFill="background2" w:themeFillShade="E6"/>
          </w:tcPr>
          <w:p w14:paraId="49F5CD2E" w14:textId="77777777" w:rsidR="00E41E98" w:rsidRPr="00F17671" w:rsidRDefault="00E41E98" w:rsidP="00E41E98">
            <w:pPr>
              <w:keepNext/>
              <w:spacing w:before="60" w:after="6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65403E" w:rsidRPr="00FB7E09" w14:paraId="13FF367A" w14:textId="77777777" w:rsidTr="00E41E98">
        <w:tc>
          <w:tcPr>
            <w:tcW w:w="306" w:type="dxa"/>
            <w:shd w:val="clear" w:color="auto" w:fill="DDD9C3" w:themeFill="background2" w:themeFillShade="E6"/>
          </w:tcPr>
          <w:p w14:paraId="7609337E" w14:textId="77777777" w:rsidR="0065403E" w:rsidRPr="00FB7E09" w:rsidRDefault="0065403E" w:rsidP="00EB22D0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shd w:val="clear" w:color="auto" w:fill="DDD9C3" w:themeFill="background2" w:themeFillShade="E6"/>
          </w:tcPr>
          <w:p w14:paraId="5A096E25" w14:textId="77777777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070" w:type="dxa"/>
            <w:gridSpan w:val="4"/>
            <w:shd w:val="clear" w:color="auto" w:fill="DDD9C3" w:themeFill="background2" w:themeFillShade="E6"/>
          </w:tcPr>
          <w:p w14:paraId="36D36792" w14:textId="77777777" w:rsidR="0065403E" w:rsidRPr="00FB7E09" w:rsidRDefault="0065403E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shd w:val="clear" w:color="auto" w:fill="DDD9C3" w:themeFill="background2" w:themeFillShade="E6"/>
          </w:tcPr>
          <w:p w14:paraId="6739159E" w14:textId="77777777" w:rsidR="0065403E" w:rsidRPr="00FB7E09" w:rsidRDefault="0065403E" w:rsidP="00EB22D0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17467B" w:rsidRPr="00FB7E09" w14:paraId="0C19F4CB" w14:textId="77777777" w:rsidTr="00F17671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547CA9B3" w14:textId="77777777" w:rsidR="0017467B" w:rsidRPr="00FB7E09" w:rsidRDefault="0017467B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vMerge w:val="restart"/>
            <w:shd w:val="clear" w:color="auto" w:fill="DDD9C3" w:themeFill="background2" w:themeFillShade="E6"/>
          </w:tcPr>
          <w:p w14:paraId="4D87238D" w14:textId="33949C42" w:rsidR="0017467B" w:rsidRPr="00C50B79" w:rsidRDefault="0017467B" w:rsidP="00C50B79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50B79">
              <w:rPr>
                <w:rFonts w:ascii="Arial" w:eastAsia="Calibri" w:hAnsi="Arial" w:cs="Arial"/>
                <w:b/>
                <w:sz w:val="20"/>
                <w:szCs w:val="20"/>
              </w:rPr>
              <w:t>Délka adaptačního procesu</w:t>
            </w:r>
          </w:p>
        </w:tc>
        <w:tc>
          <w:tcPr>
            <w:tcW w:w="431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4C00F8EA" w14:textId="1844390B" w:rsidR="0017467B" w:rsidRPr="00FB7E09" w:rsidRDefault="0017467B" w:rsidP="0017467B">
            <w:pPr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od</w:t>
            </w:r>
          </w:p>
        </w:tc>
        <w:tc>
          <w:tcPr>
            <w:tcW w:w="3104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5C5A1308" w14:textId="77777777" w:rsidR="0017467B" w:rsidRPr="0017467B" w:rsidRDefault="0017467B" w:rsidP="00EB22D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39" w:type="dxa"/>
            <w:tcBorders>
              <w:left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0698F493" w14:textId="076CB8E0" w:rsidR="0017467B" w:rsidRPr="00FB7E09" w:rsidRDefault="0017467B" w:rsidP="0017467B">
            <w:pPr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do</w:t>
            </w:r>
          </w:p>
        </w:tc>
        <w:tc>
          <w:tcPr>
            <w:tcW w:w="3096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546BA4CC" w14:textId="35670393" w:rsidR="0017467B" w:rsidRPr="0017467B" w:rsidRDefault="0017467B" w:rsidP="00EB22D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409E1860" w14:textId="77777777" w:rsidR="0017467B" w:rsidRPr="00FB7E09" w:rsidRDefault="0017467B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17467B" w:rsidRPr="00FB7E09" w14:paraId="5D1A8825" w14:textId="77777777" w:rsidTr="00F17671">
        <w:trPr>
          <w:trHeight w:val="113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25B7997E" w14:textId="77777777" w:rsidR="0017467B" w:rsidRPr="00FB7E09" w:rsidRDefault="0017467B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vMerge/>
            <w:tcBorders>
              <w:top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0F8831BF" w14:textId="77777777" w:rsidR="0017467B" w:rsidRPr="00C50B79" w:rsidRDefault="0017467B" w:rsidP="00C50B79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31" w:type="dxa"/>
            <w:tcBorders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76E91DFC" w14:textId="77777777" w:rsidR="0017467B" w:rsidRDefault="0017467B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104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68305630" w14:textId="77777777" w:rsidR="0017467B" w:rsidRPr="00FB7E09" w:rsidRDefault="0017467B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439" w:type="dxa"/>
            <w:tcBorders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21676334" w14:textId="77777777" w:rsidR="0017467B" w:rsidRDefault="0017467B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96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16558DB9" w14:textId="77777777" w:rsidR="0017467B" w:rsidRPr="00FB7E09" w:rsidRDefault="0017467B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6B2A9EC9" w14:textId="77777777" w:rsidR="0017467B" w:rsidRPr="00FB7E09" w:rsidRDefault="0017467B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17467B" w:rsidRPr="00FB7E09" w14:paraId="087D21DE" w14:textId="77777777" w:rsidTr="00F17671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756FAC5E" w14:textId="77777777" w:rsidR="0017467B" w:rsidRPr="00FB7E09" w:rsidRDefault="0017467B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5834889C" w14:textId="77777777" w:rsidR="0017467B" w:rsidRPr="00C50B79" w:rsidRDefault="0017467B" w:rsidP="00C50B79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7070" w:type="dxa"/>
            <w:gridSpan w:val="4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</w:tcPr>
          <w:p w14:paraId="5800F268" w14:textId="77777777" w:rsidR="0017467B" w:rsidRPr="0017467B" w:rsidRDefault="0017467B" w:rsidP="0017467B">
            <w:pPr>
              <w:spacing w:before="60" w:after="6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376067DC" w14:textId="77777777" w:rsidR="0017467B" w:rsidRPr="00FB7E09" w:rsidRDefault="0017467B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C50B79" w:rsidRPr="00FB7E09" w14:paraId="1B5F4BD2" w14:textId="77777777" w:rsidTr="00F17671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5F1ED50B" w14:textId="77777777" w:rsidR="00C50B79" w:rsidRPr="00FB7E09" w:rsidRDefault="00C50B79" w:rsidP="00467E7E">
            <w:pPr>
              <w:spacing w:before="60" w:after="6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shd w:val="clear" w:color="auto" w:fill="DDD9C3" w:themeFill="background2" w:themeFillShade="E6"/>
            <w:vAlign w:val="center"/>
          </w:tcPr>
          <w:p w14:paraId="3CDFFCEF" w14:textId="77777777" w:rsidR="00C50B79" w:rsidRPr="00C50B79" w:rsidRDefault="00C50B79" w:rsidP="00467E7E">
            <w:pPr>
              <w:spacing w:before="60" w:after="6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7070" w:type="dxa"/>
            <w:gridSpan w:val="4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77F732EA" w14:textId="4E9BAC8B" w:rsidR="00C50B79" w:rsidRPr="00E41E98" w:rsidRDefault="00C50B79" w:rsidP="00467E7E">
            <w:pPr>
              <w:spacing w:before="60" w:after="6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E41E98">
              <w:rPr>
                <w:rFonts w:ascii="Arial" w:eastAsia="Calibri" w:hAnsi="Arial" w:cs="Arial"/>
                <w:bCs/>
                <w:sz w:val="16"/>
                <w:szCs w:val="16"/>
              </w:rPr>
              <w:t>vymezit odkazem na služební předpis služebního orgánu; případně uvést důvod pro kratší/delší délku adaptačního procesu, než je uvedeno ve služebním předpisu služebního orgánu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61692FE5" w14:textId="77777777" w:rsidR="00C50B79" w:rsidRPr="00FB7E09" w:rsidRDefault="00C50B79" w:rsidP="00467E7E">
            <w:pPr>
              <w:spacing w:before="60" w:after="6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C50B79" w:rsidRPr="00FB7E09" w14:paraId="34E22954" w14:textId="77777777" w:rsidTr="00F17671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5AD0C206" w14:textId="77777777" w:rsidR="00C50B79" w:rsidRPr="00FB7E09" w:rsidRDefault="00C50B79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vMerge w:val="restart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15B03573" w14:textId="6C29762D" w:rsidR="00C50B79" w:rsidRPr="00C50B79" w:rsidRDefault="00C50B79" w:rsidP="00C50B79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50B79">
              <w:rPr>
                <w:rFonts w:ascii="Arial" w:eastAsia="Calibri" w:hAnsi="Arial" w:cs="Arial"/>
                <w:b/>
                <w:sz w:val="20"/>
                <w:szCs w:val="20"/>
              </w:rPr>
              <w:t>Obsah adaptačního procesu</w:t>
            </w:r>
          </w:p>
        </w:tc>
        <w:tc>
          <w:tcPr>
            <w:tcW w:w="7070" w:type="dxa"/>
            <w:gridSpan w:val="4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</w:tcPr>
          <w:p w14:paraId="23FF4B61" w14:textId="77777777" w:rsidR="00C50B79" w:rsidRPr="0017467B" w:rsidRDefault="00C50B79" w:rsidP="0017467B">
            <w:pPr>
              <w:spacing w:before="60" w:after="6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13FB9079" w14:textId="77777777" w:rsidR="00C50B79" w:rsidRPr="00FB7E09" w:rsidRDefault="00C50B79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C50B79" w:rsidRPr="00FB7E09" w14:paraId="2AA51190" w14:textId="77777777" w:rsidTr="00F17671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0C93CF28" w14:textId="77777777" w:rsidR="00C50B79" w:rsidRPr="00FB7E09" w:rsidRDefault="00C50B79" w:rsidP="00F17671">
            <w:pPr>
              <w:keepNext/>
              <w:spacing w:before="60" w:after="6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vMerge/>
            <w:shd w:val="clear" w:color="auto" w:fill="DDD9C3" w:themeFill="background2" w:themeFillShade="E6"/>
            <w:vAlign w:val="center"/>
          </w:tcPr>
          <w:p w14:paraId="1D7ED80C" w14:textId="77777777" w:rsidR="00C50B79" w:rsidRPr="00C50B79" w:rsidRDefault="00C50B79" w:rsidP="00F17671">
            <w:pPr>
              <w:keepNext/>
              <w:spacing w:before="60" w:after="6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7070" w:type="dxa"/>
            <w:gridSpan w:val="4"/>
            <w:tcBorders>
              <w:top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263305C6" w14:textId="5F0401CD" w:rsidR="00C50B79" w:rsidRPr="00E41E98" w:rsidRDefault="00C50B79" w:rsidP="00F17671">
            <w:pPr>
              <w:keepNext/>
              <w:spacing w:before="60" w:after="6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E41E98">
              <w:rPr>
                <w:rFonts w:ascii="Arial" w:eastAsia="Calibri" w:hAnsi="Arial" w:cs="Arial"/>
                <w:bCs/>
                <w:sz w:val="16"/>
                <w:szCs w:val="16"/>
              </w:rPr>
              <w:t>vymezit odkazem na služební předpis služebního orgánu; případně uvést důvod pro užší/širší obsah adaptačního procesu, než je uvedeno ve služebním předpisu služebního orgánu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0E71465D" w14:textId="77777777" w:rsidR="00C50B79" w:rsidRPr="00FB7E09" w:rsidRDefault="00C50B79" w:rsidP="00F17671">
            <w:pPr>
              <w:keepNext/>
              <w:spacing w:before="60" w:after="6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5403E" w:rsidRPr="00FB7E09" w14:paraId="404316AF" w14:textId="77777777" w:rsidTr="00C50B79">
        <w:tc>
          <w:tcPr>
            <w:tcW w:w="306" w:type="dxa"/>
            <w:shd w:val="clear" w:color="auto" w:fill="DDD9C3" w:themeFill="background2" w:themeFillShade="E6"/>
          </w:tcPr>
          <w:p w14:paraId="7B34E81D" w14:textId="77777777" w:rsidR="0065403E" w:rsidRPr="00FB7E09" w:rsidRDefault="0065403E" w:rsidP="00F17671">
            <w:pPr>
              <w:keepNext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shd w:val="clear" w:color="auto" w:fill="DDD9C3" w:themeFill="background2" w:themeFillShade="E6"/>
          </w:tcPr>
          <w:p w14:paraId="37B9A083" w14:textId="77777777" w:rsidR="0065403E" w:rsidRPr="00FB7E09" w:rsidRDefault="0065403E" w:rsidP="00F17671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070" w:type="dxa"/>
            <w:gridSpan w:val="4"/>
            <w:shd w:val="clear" w:color="auto" w:fill="DDD9C3" w:themeFill="background2" w:themeFillShade="E6"/>
          </w:tcPr>
          <w:p w14:paraId="674FA4B8" w14:textId="77777777" w:rsidR="0065403E" w:rsidRPr="00FB7E09" w:rsidRDefault="0065403E" w:rsidP="00F17671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shd w:val="clear" w:color="auto" w:fill="DDD9C3" w:themeFill="background2" w:themeFillShade="E6"/>
          </w:tcPr>
          <w:p w14:paraId="756F0C98" w14:textId="77777777" w:rsidR="0065403E" w:rsidRPr="00FB7E09" w:rsidRDefault="0065403E" w:rsidP="00F17671">
            <w:pPr>
              <w:keepNext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</w:tbl>
    <w:p w14:paraId="683C0802" w14:textId="77777777" w:rsidR="0065403E" w:rsidRDefault="0065403E" w:rsidP="00F17671">
      <w:pPr>
        <w:rPr>
          <w:rFonts w:ascii="Arial" w:eastAsia="Calibri" w:hAnsi="Arial" w:cs="Arial"/>
          <w:b/>
          <w:bCs/>
          <w:sz w:val="20"/>
          <w:szCs w:val="20"/>
        </w:rPr>
      </w:pPr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DD9C3" w:themeFill="background2" w:themeFillShade="E6"/>
        <w:tblLook w:val="04A0" w:firstRow="1" w:lastRow="0" w:firstColumn="1" w:lastColumn="0" w:noHBand="0" w:noVBand="1"/>
      </w:tblPr>
      <w:tblGrid>
        <w:gridCol w:w="306"/>
        <w:gridCol w:w="2524"/>
        <w:gridCol w:w="7070"/>
        <w:gridCol w:w="306"/>
      </w:tblGrid>
      <w:tr w:rsidR="00C50B79" w:rsidRPr="00FB7E09" w14:paraId="254AAD01" w14:textId="77777777" w:rsidTr="00EB22D0">
        <w:tc>
          <w:tcPr>
            <w:tcW w:w="306" w:type="dxa"/>
            <w:shd w:val="clear" w:color="auto" w:fill="DDD9C3" w:themeFill="background2" w:themeFillShade="E6"/>
          </w:tcPr>
          <w:p w14:paraId="7CDD9670" w14:textId="77777777" w:rsidR="00C50B79" w:rsidRPr="00FB7E09" w:rsidRDefault="00C50B79" w:rsidP="00C42534">
            <w:pPr>
              <w:keepNext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shd w:val="clear" w:color="auto" w:fill="DDD9C3" w:themeFill="background2" w:themeFillShade="E6"/>
          </w:tcPr>
          <w:p w14:paraId="5BE13AAD" w14:textId="77777777" w:rsidR="00C50B79" w:rsidRPr="00FB7E09" w:rsidRDefault="00C50B79" w:rsidP="00C42534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070" w:type="dxa"/>
            <w:shd w:val="clear" w:color="auto" w:fill="DDD9C3" w:themeFill="background2" w:themeFillShade="E6"/>
          </w:tcPr>
          <w:p w14:paraId="6A94DF94" w14:textId="77777777" w:rsidR="00C50B79" w:rsidRPr="00FB7E09" w:rsidRDefault="00C50B79" w:rsidP="00C42534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shd w:val="clear" w:color="auto" w:fill="DDD9C3" w:themeFill="background2" w:themeFillShade="E6"/>
          </w:tcPr>
          <w:p w14:paraId="6C521DB5" w14:textId="77777777" w:rsidR="00C50B79" w:rsidRPr="00FB7E09" w:rsidRDefault="00C50B79" w:rsidP="00C42534">
            <w:pPr>
              <w:keepNext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C50B79" w:rsidRPr="00FB7E09" w14:paraId="169C8FD9" w14:textId="77777777" w:rsidTr="00EB22D0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3CDBC9C5" w14:textId="77777777" w:rsidR="00C50B79" w:rsidRPr="00FB7E09" w:rsidRDefault="00C50B79" w:rsidP="00C42534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594" w:type="dxa"/>
            <w:gridSpan w:val="2"/>
            <w:shd w:val="clear" w:color="auto" w:fill="DDD9C3" w:themeFill="background2" w:themeFillShade="E6"/>
            <w:vAlign w:val="center"/>
          </w:tcPr>
          <w:p w14:paraId="56D84C34" w14:textId="6A29E6E9" w:rsidR="00C50B79" w:rsidRPr="00FB7E09" w:rsidRDefault="00C50B79" w:rsidP="00C42534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5403E">
              <w:rPr>
                <w:rFonts w:ascii="Arial" w:eastAsia="Calibri" w:hAnsi="Arial" w:cs="Arial"/>
                <w:b/>
                <w:sz w:val="20"/>
                <w:szCs w:val="20"/>
              </w:rPr>
              <w:t xml:space="preserve">Údaje o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mentorovi: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42F0453A" w14:textId="77777777" w:rsidR="00C50B79" w:rsidRPr="00FB7E09" w:rsidRDefault="00C50B79" w:rsidP="00C42534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C50B79" w:rsidRPr="00FB7E09" w14:paraId="67E553C6" w14:textId="77777777" w:rsidTr="00EB22D0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0F474024" w14:textId="77777777" w:rsidR="00C50B79" w:rsidRPr="00FB7E09" w:rsidRDefault="00C50B79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3B74636B" w14:textId="77777777" w:rsidR="00C50B79" w:rsidRPr="00FB7E09" w:rsidRDefault="00C50B79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</w:rPr>
              <w:t>Titul, jméno a příjmení</w:t>
            </w:r>
          </w:p>
        </w:tc>
        <w:tc>
          <w:tcPr>
            <w:tcW w:w="7070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7B16DE81" w14:textId="77777777" w:rsidR="00C50B79" w:rsidRPr="0017467B" w:rsidRDefault="00C50B79" w:rsidP="00EB22D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3762E483" w14:textId="77777777" w:rsidR="00C50B79" w:rsidRPr="00FB7E09" w:rsidRDefault="00C50B79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C50B79" w:rsidRPr="00FB7E09" w14:paraId="44EA6E6A" w14:textId="77777777" w:rsidTr="00EB22D0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63CBB921" w14:textId="77777777" w:rsidR="00C50B79" w:rsidRPr="00FB7E09" w:rsidRDefault="00C50B79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198A1DE7" w14:textId="77777777" w:rsidR="00C50B79" w:rsidRPr="00FB7E09" w:rsidRDefault="00C50B79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</w:rPr>
              <w:t>Evidenční číslo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zaměstnance</w:t>
            </w:r>
          </w:p>
        </w:tc>
        <w:tc>
          <w:tcPr>
            <w:tcW w:w="7070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62A9E482" w14:textId="77777777" w:rsidR="00C50B79" w:rsidRPr="0017467B" w:rsidRDefault="00C50B79" w:rsidP="00EB22D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2AB034E8" w14:textId="77777777" w:rsidR="00C50B79" w:rsidRPr="00FB7E09" w:rsidRDefault="00C50B79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C50B79" w:rsidRPr="00FB7E09" w14:paraId="5B126617" w14:textId="77777777" w:rsidTr="00EB22D0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3A82EE8B" w14:textId="77777777" w:rsidR="00C50B79" w:rsidRPr="00FB7E09" w:rsidRDefault="00C50B79" w:rsidP="00F17671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4C061460" w14:textId="77777777" w:rsidR="00C50B79" w:rsidRPr="00FB7E09" w:rsidRDefault="00C50B79" w:rsidP="00F17671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Organizační útvar</w:t>
            </w:r>
          </w:p>
        </w:tc>
        <w:tc>
          <w:tcPr>
            <w:tcW w:w="7070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0488476" w14:textId="77777777" w:rsidR="00C50B79" w:rsidRPr="0017467B" w:rsidRDefault="00C50B79" w:rsidP="00F17671">
            <w:pPr>
              <w:keepNext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190E77B0" w14:textId="77777777" w:rsidR="00C50B79" w:rsidRPr="00FB7E09" w:rsidRDefault="00C50B79" w:rsidP="00F17671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C50B79" w:rsidRPr="00FB7E09" w14:paraId="21716577" w14:textId="77777777" w:rsidTr="00EB22D0">
        <w:tc>
          <w:tcPr>
            <w:tcW w:w="306" w:type="dxa"/>
            <w:shd w:val="clear" w:color="auto" w:fill="DDD9C3" w:themeFill="background2" w:themeFillShade="E6"/>
          </w:tcPr>
          <w:p w14:paraId="6BE3614F" w14:textId="77777777" w:rsidR="00C50B79" w:rsidRPr="00FB7E09" w:rsidRDefault="00C50B79" w:rsidP="00F17671">
            <w:pPr>
              <w:keepNext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shd w:val="clear" w:color="auto" w:fill="DDD9C3" w:themeFill="background2" w:themeFillShade="E6"/>
          </w:tcPr>
          <w:p w14:paraId="0D19158E" w14:textId="77777777" w:rsidR="00C50B79" w:rsidRPr="00FB7E09" w:rsidRDefault="00C50B79" w:rsidP="00F17671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070" w:type="dxa"/>
            <w:tcBorders>
              <w:top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165C93D3" w14:textId="77777777" w:rsidR="00C50B79" w:rsidRPr="00FB7E09" w:rsidRDefault="00C50B79" w:rsidP="00F17671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shd w:val="clear" w:color="auto" w:fill="DDD9C3" w:themeFill="background2" w:themeFillShade="E6"/>
          </w:tcPr>
          <w:p w14:paraId="789FB1B5" w14:textId="77777777" w:rsidR="00C50B79" w:rsidRPr="00FB7E09" w:rsidRDefault="00C50B79" w:rsidP="00F17671">
            <w:pPr>
              <w:keepNext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</w:tbl>
    <w:p w14:paraId="05D3A89E" w14:textId="77777777" w:rsidR="0065403E" w:rsidRDefault="0065403E" w:rsidP="00F17671">
      <w:pPr>
        <w:rPr>
          <w:rFonts w:ascii="Arial" w:eastAsia="Calibri" w:hAnsi="Arial" w:cs="Arial"/>
          <w:b/>
          <w:bCs/>
          <w:sz w:val="20"/>
          <w:szCs w:val="20"/>
        </w:rPr>
      </w:pPr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DD9C3" w:themeFill="background2" w:themeFillShade="E6"/>
        <w:tblLook w:val="04A0" w:firstRow="1" w:lastRow="0" w:firstColumn="1" w:lastColumn="0" w:noHBand="0" w:noVBand="1"/>
      </w:tblPr>
      <w:tblGrid>
        <w:gridCol w:w="306"/>
        <w:gridCol w:w="2524"/>
        <w:gridCol w:w="7070"/>
        <w:gridCol w:w="306"/>
      </w:tblGrid>
      <w:tr w:rsidR="00467E7E" w:rsidRPr="00FB7E09" w14:paraId="30652BD2" w14:textId="77777777" w:rsidTr="00EB22D0">
        <w:tc>
          <w:tcPr>
            <w:tcW w:w="306" w:type="dxa"/>
            <w:shd w:val="clear" w:color="auto" w:fill="DDD9C3" w:themeFill="background2" w:themeFillShade="E6"/>
          </w:tcPr>
          <w:p w14:paraId="1ECE8A3B" w14:textId="77777777" w:rsidR="00467E7E" w:rsidRPr="00FB7E09" w:rsidRDefault="00467E7E" w:rsidP="00C42534">
            <w:pPr>
              <w:keepNext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shd w:val="clear" w:color="auto" w:fill="DDD9C3" w:themeFill="background2" w:themeFillShade="E6"/>
          </w:tcPr>
          <w:p w14:paraId="7499CD5A" w14:textId="77777777" w:rsidR="00467E7E" w:rsidRPr="00FB7E09" w:rsidRDefault="00467E7E" w:rsidP="00C42534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070" w:type="dxa"/>
            <w:shd w:val="clear" w:color="auto" w:fill="DDD9C3" w:themeFill="background2" w:themeFillShade="E6"/>
          </w:tcPr>
          <w:p w14:paraId="4B67E051" w14:textId="77777777" w:rsidR="00467E7E" w:rsidRPr="00FB7E09" w:rsidRDefault="00467E7E" w:rsidP="00C42534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shd w:val="clear" w:color="auto" w:fill="DDD9C3" w:themeFill="background2" w:themeFillShade="E6"/>
          </w:tcPr>
          <w:p w14:paraId="6B156F8C" w14:textId="77777777" w:rsidR="00467E7E" w:rsidRPr="00FB7E09" w:rsidRDefault="00467E7E" w:rsidP="00C42534">
            <w:pPr>
              <w:keepNext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445A1F" w:rsidRPr="00FB7E09" w14:paraId="70CB8992" w14:textId="77777777" w:rsidTr="00241484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344EE896" w14:textId="77777777" w:rsidR="00445A1F" w:rsidRPr="00FB7E09" w:rsidRDefault="00445A1F" w:rsidP="00C42534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594" w:type="dxa"/>
            <w:gridSpan w:val="2"/>
            <w:shd w:val="clear" w:color="auto" w:fill="DDD9C3" w:themeFill="background2" w:themeFillShade="E6"/>
            <w:vAlign w:val="center"/>
          </w:tcPr>
          <w:p w14:paraId="21191540" w14:textId="4BAF294B" w:rsidR="00445A1F" w:rsidRPr="00FB7E09" w:rsidRDefault="00445A1F" w:rsidP="00C42534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782508">
              <w:rPr>
                <w:rFonts w:ascii="Arial" w:eastAsia="Calibri" w:hAnsi="Arial" w:cs="Arial"/>
                <w:b/>
                <w:sz w:val="20"/>
                <w:szCs w:val="20"/>
              </w:rPr>
              <w:t>Zpracoval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856B30">
              <w:rPr>
                <w:rFonts w:ascii="Arial" w:eastAsia="Calibri" w:hAnsi="Arial" w:cs="Arial"/>
                <w:b/>
                <w:sz w:val="20"/>
                <w:szCs w:val="20"/>
              </w:rPr>
              <w:t>(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bezprostředně nadřízený představený</w:t>
            </w:r>
            <w:r w:rsidR="00856B30">
              <w:rPr>
                <w:rFonts w:ascii="Arial" w:eastAsia="Calibri" w:hAnsi="Arial" w:cs="Arial"/>
                <w:b/>
                <w:sz w:val="20"/>
                <w:szCs w:val="20"/>
              </w:rPr>
              <w:t>)</w:t>
            </w:r>
            <w:r w:rsidRPr="00782508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5A510221" w14:textId="77777777" w:rsidR="00445A1F" w:rsidRPr="00FB7E09" w:rsidRDefault="00445A1F" w:rsidP="00C42534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467E7E" w:rsidRPr="00FB7E09" w14:paraId="488B643B" w14:textId="77777777" w:rsidTr="00EB22D0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42A95880" w14:textId="77777777" w:rsidR="00467E7E" w:rsidRPr="00FB7E09" w:rsidRDefault="00467E7E" w:rsidP="00F17671">
            <w:pPr>
              <w:keepNext/>
              <w:keepLines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75B4EE34" w14:textId="77777777" w:rsidR="00467E7E" w:rsidRPr="00FB7E09" w:rsidRDefault="00467E7E" w:rsidP="00F17671">
            <w:pPr>
              <w:keepNext/>
              <w:keepLines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Dne</w:t>
            </w:r>
          </w:p>
        </w:tc>
        <w:tc>
          <w:tcPr>
            <w:tcW w:w="7070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39233A93" w14:textId="77777777" w:rsidR="00467E7E" w:rsidRPr="0017467B" w:rsidRDefault="00467E7E" w:rsidP="00F17671">
            <w:pPr>
              <w:keepNext/>
              <w:keepLines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178AF2A5" w14:textId="77777777" w:rsidR="00467E7E" w:rsidRPr="00FB7E09" w:rsidRDefault="00467E7E" w:rsidP="00F17671">
            <w:pPr>
              <w:keepNext/>
              <w:keepLines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856B30" w:rsidRPr="00FB7E09" w14:paraId="417E1978" w14:textId="77777777" w:rsidTr="00EB22D0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4E3266C2" w14:textId="77777777" w:rsidR="00856B30" w:rsidRPr="00FB7E09" w:rsidRDefault="00856B30" w:rsidP="00F17671">
            <w:pPr>
              <w:keepNext/>
              <w:keepLines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7E9D0CE5" w14:textId="53DA9AF8" w:rsidR="00856B30" w:rsidRPr="00FB7E09" w:rsidRDefault="00856B30" w:rsidP="00F17671">
            <w:pPr>
              <w:keepNext/>
              <w:keepLines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Podpis</w:t>
            </w:r>
          </w:p>
        </w:tc>
        <w:tc>
          <w:tcPr>
            <w:tcW w:w="7070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6A04A706" w14:textId="77777777" w:rsidR="00856B30" w:rsidRPr="0017467B" w:rsidRDefault="00856B30" w:rsidP="00F17671">
            <w:pPr>
              <w:keepNext/>
              <w:keepLines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4F88785B" w14:textId="77777777" w:rsidR="00856B30" w:rsidRPr="00FB7E09" w:rsidRDefault="00856B30" w:rsidP="00F17671">
            <w:pPr>
              <w:keepNext/>
              <w:keepLines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467E7E" w:rsidRPr="00FB7E09" w14:paraId="4ACBE94C" w14:textId="77777777" w:rsidTr="00EB22D0">
        <w:tc>
          <w:tcPr>
            <w:tcW w:w="306" w:type="dxa"/>
            <w:shd w:val="clear" w:color="auto" w:fill="DDD9C3" w:themeFill="background2" w:themeFillShade="E6"/>
          </w:tcPr>
          <w:p w14:paraId="4F91D065" w14:textId="77777777" w:rsidR="00467E7E" w:rsidRPr="00FB7E09" w:rsidRDefault="00467E7E" w:rsidP="00F17671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shd w:val="clear" w:color="auto" w:fill="DDD9C3" w:themeFill="background2" w:themeFillShade="E6"/>
          </w:tcPr>
          <w:p w14:paraId="27F4863D" w14:textId="77777777" w:rsidR="00467E7E" w:rsidRPr="00FB7E09" w:rsidRDefault="00467E7E" w:rsidP="00F17671">
            <w:pPr>
              <w:keepNext/>
              <w:keepLines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070" w:type="dxa"/>
            <w:tcBorders>
              <w:top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6ACE99F0" w14:textId="77777777" w:rsidR="00467E7E" w:rsidRPr="00FB7E09" w:rsidRDefault="00467E7E" w:rsidP="00F17671">
            <w:pPr>
              <w:keepNext/>
              <w:keepLines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shd w:val="clear" w:color="auto" w:fill="DDD9C3" w:themeFill="background2" w:themeFillShade="E6"/>
          </w:tcPr>
          <w:p w14:paraId="12F48CD8" w14:textId="77777777" w:rsidR="00467E7E" w:rsidRPr="00FB7E09" w:rsidRDefault="00467E7E" w:rsidP="00F17671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</w:tbl>
    <w:p w14:paraId="60725FB5" w14:textId="77777777" w:rsidR="00467E7E" w:rsidRDefault="00467E7E" w:rsidP="00F17671">
      <w:pPr>
        <w:rPr>
          <w:rFonts w:ascii="Arial" w:eastAsia="Calibri" w:hAnsi="Arial" w:cs="Arial"/>
          <w:b/>
          <w:bCs/>
          <w:sz w:val="20"/>
          <w:szCs w:val="20"/>
        </w:rPr>
      </w:pPr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DD9C3" w:themeFill="background2" w:themeFillShade="E6"/>
        <w:tblLook w:val="04A0" w:firstRow="1" w:lastRow="0" w:firstColumn="1" w:lastColumn="0" w:noHBand="0" w:noVBand="1"/>
      </w:tblPr>
      <w:tblGrid>
        <w:gridCol w:w="306"/>
        <w:gridCol w:w="2524"/>
        <w:gridCol w:w="7070"/>
        <w:gridCol w:w="306"/>
      </w:tblGrid>
      <w:tr w:rsidR="00467E7E" w:rsidRPr="00FB7E09" w14:paraId="108C0FE5" w14:textId="77777777" w:rsidTr="00EB22D0">
        <w:tc>
          <w:tcPr>
            <w:tcW w:w="306" w:type="dxa"/>
            <w:shd w:val="clear" w:color="auto" w:fill="DDD9C3" w:themeFill="background2" w:themeFillShade="E6"/>
          </w:tcPr>
          <w:p w14:paraId="2BB89F4A" w14:textId="77777777" w:rsidR="00467E7E" w:rsidRPr="00FB7E09" w:rsidRDefault="00467E7E" w:rsidP="00C42534">
            <w:pPr>
              <w:keepNext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shd w:val="clear" w:color="auto" w:fill="DDD9C3" w:themeFill="background2" w:themeFillShade="E6"/>
          </w:tcPr>
          <w:p w14:paraId="64C3A58F" w14:textId="77777777" w:rsidR="00467E7E" w:rsidRPr="00FB7E09" w:rsidRDefault="00467E7E" w:rsidP="00C42534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070" w:type="dxa"/>
            <w:shd w:val="clear" w:color="auto" w:fill="DDD9C3" w:themeFill="background2" w:themeFillShade="E6"/>
          </w:tcPr>
          <w:p w14:paraId="40B34A52" w14:textId="77777777" w:rsidR="00467E7E" w:rsidRPr="00FB7E09" w:rsidRDefault="00467E7E" w:rsidP="00C42534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shd w:val="clear" w:color="auto" w:fill="DDD9C3" w:themeFill="background2" w:themeFillShade="E6"/>
          </w:tcPr>
          <w:p w14:paraId="393710CB" w14:textId="77777777" w:rsidR="00467E7E" w:rsidRPr="00FB7E09" w:rsidRDefault="00467E7E" w:rsidP="00C42534">
            <w:pPr>
              <w:keepNext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467E7E" w:rsidRPr="00FB7E09" w14:paraId="527E3C0E" w14:textId="77777777" w:rsidTr="007C54D6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684A76FE" w14:textId="77777777" w:rsidR="00467E7E" w:rsidRPr="00FB7E09" w:rsidRDefault="00467E7E" w:rsidP="00856B30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594" w:type="dxa"/>
            <w:gridSpan w:val="2"/>
            <w:shd w:val="clear" w:color="auto" w:fill="DDD9C3" w:themeFill="background2" w:themeFillShade="E6"/>
            <w:vAlign w:val="center"/>
          </w:tcPr>
          <w:p w14:paraId="71C1081E" w14:textId="6DF11961" w:rsidR="00467E7E" w:rsidRPr="00FB7E09" w:rsidRDefault="00467E7E" w:rsidP="00856B30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67E7E">
              <w:rPr>
                <w:rFonts w:ascii="Arial" w:eastAsia="Calibri" w:hAnsi="Arial" w:cs="Arial"/>
                <w:b/>
                <w:sz w:val="20"/>
                <w:szCs w:val="20"/>
              </w:rPr>
              <w:t>Délku a obsah adaptačního procesu a určení mentorem schvaluji</w:t>
            </w:r>
            <w:r w:rsidR="00856B30">
              <w:rPr>
                <w:rFonts w:ascii="Arial" w:eastAsia="Calibri" w:hAnsi="Arial" w:cs="Arial"/>
                <w:b/>
                <w:sz w:val="20"/>
                <w:szCs w:val="20"/>
              </w:rPr>
              <w:t xml:space="preserve"> (služební orgán):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1561581E" w14:textId="77777777" w:rsidR="00467E7E" w:rsidRPr="00FB7E09" w:rsidRDefault="00467E7E" w:rsidP="00856B30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467E7E" w:rsidRPr="00FB7E09" w14:paraId="4ECD5DE0" w14:textId="77777777" w:rsidTr="00EB22D0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4FD2D806" w14:textId="77777777" w:rsidR="00467E7E" w:rsidRPr="00FB7E09" w:rsidRDefault="00467E7E" w:rsidP="00856B30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66B65071" w14:textId="08790B21" w:rsidR="00467E7E" w:rsidRPr="00FB7E09" w:rsidRDefault="00467E7E" w:rsidP="00856B30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</w:rPr>
              <w:t>Titul, jméno a příjmení</w:t>
            </w:r>
          </w:p>
        </w:tc>
        <w:tc>
          <w:tcPr>
            <w:tcW w:w="7070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7B38FF53" w14:textId="77777777" w:rsidR="00467E7E" w:rsidRPr="0017467B" w:rsidRDefault="00467E7E" w:rsidP="00856B30">
            <w:pPr>
              <w:keepNext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54A81228" w14:textId="77777777" w:rsidR="00467E7E" w:rsidRPr="00FB7E09" w:rsidRDefault="00467E7E" w:rsidP="00856B30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467E7E" w:rsidRPr="00FB7E09" w14:paraId="449FFFE6" w14:textId="77777777" w:rsidTr="00EB22D0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344CCA42" w14:textId="77777777" w:rsidR="00467E7E" w:rsidRPr="00FB7E09" w:rsidRDefault="00467E7E" w:rsidP="00856B30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00F808D1" w14:textId="77777777" w:rsidR="00467E7E" w:rsidRPr="00FB7E09" w:rsidRDefault="00467E7E" w:rsidP="00856B30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</w:rPr>
              <w:t>Služební označení</w:t>
            </w:r>
          </w:p>
        </w:tc>
        <w:tc>
          <w:tcPr>
            <w:tcW w:w="7070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4676EE4D" w14:textId="77777777" w:rsidR="00467E7E" w:rsidRPr="0017467B" w:rsidRDefault="00467E7E" w:rsidP="00856B30">
            <w:pPr>
              <w:keepNext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5BA0D88A" w14:textId="77777777" w:rsidR="00467E7E" w:rsidRPr="00FB7E09" w:rsidRDefault="00467E7E" w:rsidP="00856B30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467E7E" w:rsidRPr="00FB7E09" w14:paraId="514E879E" w14:textId="77777777" w:rsidTr="00EB22D0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4928E542" w14:textId="77777777" w:rsidR="00467E7E" w:rsidRPr="00FB7E09" w:rsidRDefault="00467E7E" w:rsidP="00856B30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40EFF27D" w14:textId="5BD6A0E4" w:rsidR="00467E7E" w:rsidRPr="00FB7E09" w:rsidRDefault="00467E7E" w:rsidP="00856B30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Dne</w:t>
            </w:r>
          </w:p>
        </w:tc>
        <w:tc>
          <w:tcPr>
            <w:tcW w:w="7070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50367343" w14:textId="77777777" w:rsidR="00467E7E" w:rsidRPr="0017467B" w:rsidRDefault="00467E7E" w:rsidP="00856B30">
            <w:pPr>
              <w:keepNext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53F0A09D" w14:textId="77777777" w:rsidR="00467E7E" w:rsidRPr="00FB7E09" w:rsidRDefault="00467E7E" w:rsidP="00856B30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467E7E" w:rsidRPr="00FB7E09" w14:paraId="35E149F6" w14:textId="77777777" w:rsidTr="00EB22D0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4CB59768" w14:textId="77777777" w:rsidR="00467E7E" w:rsidRPr="00FB7E09" w:rsidRDefault="00467E7E" w:rsidP="00856B30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6D7E56E8" w14:textId="4A0E454E" w:rsidR="00467E7E" w:rsidRPr="00FB7E09" w:rsidRDefault="00467E7E" w:rsidP="00856B30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Podpis</w:t>
            </w:r>
          </w:p>
        </w:tc>
        <w:tc>
          <w:tcPr>
            <w:tcW w:w="7070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2D8F23A" w14:textId="77777777" w:rsidR="00467E7E" w:rsidRPr="0017467B" w:rsidRDefault="00467E7E" w:rsidP="00856B30">
            <w:pPr>
              <w:keepNext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77D15CC8" w14:textId="77777777" w:rsidR="00467E7E" w:rsidRPr="00FB7E09" w:rsidRDefault="00467E7E" w:rsidP="00856B30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467E7E" w:rsidRPr="00FB7E09" w14:paraId="273AF123" w14:textId="77777777" w:rsidTr="00EB22D0">
        <w:tc>
          <w:tcPr>
            <w:tcW w:w="306" w:type="dxa"/>
            <w:shd w:val="clear" w:color="auto" w:fill="DDD9C3" w:themeFill="background2" w:themeFillShade="E6"/>
          </w:tcPr>
          <w:p w14:paraId="1EDF2C06" w14:textId="77777777" w:rsidR="00467E7E" w:rsidRPr="00FB7E09" w:rsidRDefault="00467E7E" w:rsidP="00F17671">
            <w:pPr>
              <w:keepNext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shd w:val="clear" w:color="auto" w:fill="DDD9C3" w:themeFill="background2" w:themeFillShade="E6"/>
          </w:tcPr>
          <w:p w14:paraId="72A8AADB" w14:textId="77777777" w:rsidR="00467E7E" w:rsidRPr="00FB7E09" w:rsidRDefault="00467E7E" w:rsidP="00F17671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070" w:type="dxa"/>
            <w:tcBorders>
              <w:top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4BAF9B1A" w14:textId="77777777" w:rsidR="00467E7E" w:rsidRPr="00FB7E09" w:rsidRDefault="00467E7E" w:rsidP="00F17671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shd w:val="clear" w:color="auto" w:fill="DDD9C3" w:themeFill="background2" w:themeFillShade="E6"/>
          </w:tcPr>
          <w:p w14:paraId="2ADE24EA" w14:textId="77777777" w:rsidR="00467E7E" w:rsidRPr="00FB7E09" w:rsidRDefault="00467E7E" w:rsidP="00F17671">
            <w:pPr>
              <w:keepNext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</w:tbl>
    <w:p w14:paraId="063A8A3A" w14:textId="448BBDBA" w:rsidR="00554ECB" w:rsidRPr="00F17671" w:rsidRDefault="00AF4823" w:rsidP="00F17671">
      <w:pPr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 </w:t>
      </w:r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DD9C3" w:themeFill="background2" w:themeFillShade="E6"/>
        <w:tblLook w:val="04A0" w:firstRow="1" w:lastRow="0" w:firstColumn="1" w:lastColumn="0" w:noHBand="0" w:noVBand="1"/>
      </w:tblPr>
      <w:tblGrid>
        <w:gridCol w:w="306"/>
        <w:gridCol w:w="2524"/>
        <w:gridCol w:w="7070"/>
        <w:gridCol w:w="306"/>
      </w:tblGrid>
      <w:tr w:rsidR="00445A1F" w:rsidRPr="00C42534" w14:paraId="667C592C" w14:textId="77777777" w:rsidTr="00EB22D0">
        <w:tc>
          <w:tcPr>
            <w:tcW w:w="306" w:type="dxa"/>
            <w:shd w:val="clear" w:color="auto" w:fill="DDD9C3" w:themeFill="background2" w:themeFillShade="E6"/>
          </w:tcPr>
          <w:p w14:paraId="4A739C38" w14:textId="77777777" w:rsidR="00445A1F" w:rsidRPr="00FB7E09" w:rsidRDefault="00445A1F" w:rsidP="00C42534">
            <w:pPr>
              <w:keepNext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shd w:val="clear" w:color="auto" w:fill="DDD9C3" w:themeFill="background2" w:themeFillShade="E6"/>
          </w:tcPr>
          <w:p w14:paraId="503CF113" w14:textId="77777777" w:rsidR="00445A1F" w:rsidRPr="00FB7E09" w:rsidRDefault="00445A1F" w:rsidP="00C42534">
            <w:pPr>
              <w:keepNext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070" w:type="dxa"/>
            <w:shd w:val="clear" w:color="auto" w:fill="DDD9C3" w:themeFill="background2" w:themeFillShade="E6"/>
          </w:tcPr>
          <w:p w14:paraId="4CF952D9" w14:textId="77777777" w:rsidR="00445A1F" w:rsidRPr="00FB7E09" w:rsidRDefault="00445A1F" w:rsidP="00C42534">
            <w:pPr>
              <w:keepNext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shd w:val="clear" w:color="auto" w:fill="DDD9C3" w:themeFill="background2" w:themeFillShade="E6"/>
          </w:tcPr>
          <w:p w14:paraId="13EC2CB8" w14:textId="77777777" w:rsidR="00445A1F" w:rsidRPr="00FB7E09" w:rsidRDefault="00445A1F" w:rsidP="00C42534">
            <w:pPr>
              <w:keepNext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445A1F" w:rsidRPr="00FB7E09" w14:paraId="26AB54D9" w14:textId="77777777" w:rsidTr="001070C6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4B75CE04" w14:textId="77777777" w:rsidR="00445A1F" w:rsidRPr="00FB7E09" w:rsidRDefault="00445A1F" w:rsidP="00C42534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594" w:type="dxa"/>
            <w:gridSpan w:val="2"/>
            <w:shd w:val="clear" w:color="auto" w:fill="DDD9C3" w:themeFill="background2" w:themeFillShade="E6"/>
            <w:vAlign w:val="center"/>
          </w:tcPr>
          <w:p w14:paraId="59EC250B" w14:textId="39392E0B" w:rsidR="00445A1F" w:rsidRPr="00FB7E09" w:rsidRDefault="00445A1F" w:rsidP="00C42534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Určení mentorem beru na vědomí</w:t>
            </w:r>
            <w:r w:rsidR="00856B30">
              <w:rPr>
                <w:rFonts w:ascii="Arial" w:eastAsia="Calibri" w:hAnsi="Arial" w:cs="Arial"/>
                <w:b/>
                <w:sz w:val="20"/>
                <w:szCs w:val="20"/>
              </w:rPr>
              <w:t xml:space="preserve"> (mentor)</w:t>
            </w:r>
            <w:r w:rsidRPr="00782508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53560930" w14:textId="77777777" w:rsidR="00445A1F" w:rsidRPr="00FB7E09" w:rsidRDefault="00445A1F" w:rsidP="00C42534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445A1F" w:rsidRPr="00FB7E09" w14:paraId="1F74F714" w14:textId="77777777" w:rsidTr="00EB22D0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5D294649" w14:textId="77777777" w:rsidR="00445A1F" w:rsidRPr="00FB7E09" w:rsidRDefault="00445A1F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137A4AB8" w14:textId="3350785B" w:rsidR="00445A1F" w:rsidRPr="00856B30" w:rsidRDefault="00445A1F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856B30">
              <w:rPr>
                <w:rFonts w:ascii="Arial" w:eastAsia="Calibri" w:hAnsi="Arial" w:cs="Arial"/>
                <w:b/>
                <w:sz w:val="16"/>
                <w:szCs w:val="16"/>
              </w:rPr>
              <w:t>Dne</w:t>
            </w:r>
          </w:p>
        </w:tc>
        <w:tc>
          <w:tcPr>
            <w:tcW w:w="7070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55913368" w14:textId="77777777" w:rsidR="00445A1F" w:rsidRPr="0017467B" w:rsidRDefault="00445A1F" w:rsidP="00EB22D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3E6E1052" w14:textId="77777777" w:rsidR="00445A1F" w:rsidRPr="00FB7E09" w:rsidRDefault="00445A1F" w:rsidP="00EB22D0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445A1F" w:rsidRPr="00FB7E09" w14:paraId="5A59C2C0" w14:textId="77777777" w:rsidTr="00EB22D0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65377336" w14:textId="77777777" w:rsidR="00445A1F" w:rsidRPr="00FB7E09" w:rsidRDefault="00445A1F" w:rsidP="00F17671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1B4BBA42" w14:textId="1F683A5E" w:rsidR="00445A1F" w:rsidRPr="00856B30" w:rsidRDefault="00445A1F" w:rsidP="00F17671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856B30">
              <w:rPr>
                <w:rFonts w:ascii="Arial" w:eastAsia="Calibri" w:hAnsi="Arial" w:cs="Arial"/>
                <w:b/>
                <w:sz w:val="16"/>
                <w:szCs w:val="16"/>
              </w:rPr>
              <w:t>Podpis</w:t>
            </w:r>
          </w:p>
        </w:tc>
        <w:tc>
          <w:tcPr>
            <w:tcW w:w="7070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43352F12" w14:textId="77777777" w:rsidR="00445A1F" w:rsidRPr="0017467B" w:rsidRDefault="00445A1F" w:rsidP="00F17671">
            <w:pPr>
              <w:keepNext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6A5BAF1C" w14:textId="77777777" w:rsidR="00445A1F" w:rsidRPr="00FB7E09" w:rsidRDefault="00445A1F" w:rsidP="00F17671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445A1F" w:rsidRPr="00FB7E09" w14:paraId="10AF0928" w14:textId="77777777" w:rsidTr="00EB22D0">
        <w:tc>
          <w:tcPr>
            <w:tcW w:w="306" w:type="dxa"/>
            <w:shd w:val="clear" w:color="auto" w:fill="DDD9C3" w:themeFill="background2" w:themeFillShade="E6"/>
          </w:tcPr>
          <w:p w14:paraId="40912A13" w14:textId="77777777" w:rsidR="00445A1F" w:rsidRPr="00FB7E09" w:rsidRDefault="00445A1F" w:rsidP="00F17671">
            <w:pPr>
              <w:keepNext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shd w:val="clear" w:color="auto" w:fill="DDD9C3" w:themeFill="background2" w:themeFillShade="E6"/>
          </w:tcPr>
          <w:p w14:paraId="1C07EB14" w14:textId="77777777" w:rsidR="00445A1F" w:rsidRPr="00FB7E09" w:rsidRDefault="00445A1F" w:rsidP="00F17671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070" w:type="dxa"/>
            <w:tcBorders>
              <w:top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76D21F60" w14:textId="77777777" w:rsidR="00445A1F" w:rsidRPr="00FB7E09" w:rsidRDefault="00445A1F" w:rsidP="00F17671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shd w:val="clear" w:color="auto" w:fill="DDD9C3" w:themeFill="background2" w:themeFillShade="E6"/>
          </w:tcPr>
          <w:p w14:paraId="760AA028" w14:textId="77777777" w:rsidR="00445A1F" w:rsidRPr="00FB7E09" w:rsidRDefault="00445A1F" w:rsidP="00F17671">
            <w:pPr>
              <w:keepNext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</w:tbl>
    <w:p w14:paraId="3E8BEC74" w14:textId="0743D1B4" w:rsidR="00554ECB" w:rsidRPr="00D37478" w:rsidRDefault="00554ECB" w:rsidP="00554ECB">
      <w:pPr>
        <w:rPr>
          <w:rFonts w:ascii="Arial" w:hAnsi="Arial" w:cs="Arial"/>
          <w:sz w:val="24"/>
          <w:szCs w:val="24"/>
          <w:vertAlign w:val="superscript"/>
        </w:rPr>
      </w:pPr>
      <w:r w:rsidRPr="00D37478">
        <w:rPr>
          <w:rFonts w:ascii="Arial" w:hAnsi="Arial" w:cs="Arial"/>
          <w:sz w:val="24"/>
          <w:szCs w:val="24"/>
          <w:vertAlign w:val="superscript"/>
        </w:rPr>
        <w:t xml:space="preserve">       </w:t>
      </w:r>
    </w:p>
    <w:p w14:paraId="18FAEE9E" w14:textId="77777777" w:rsidR="00554ECB" w:rsidRPr="00B50398" w:rsidRDefault="00554ECB" w:rsidP="00554ECB">
      <w:pPr>
        <w:ind w:left="4963"/>
        <w:rPr>
          <w:rFonts w:ascii="Arial" w:hAnsi="Arial" w:cs="Arial"/>
          <w:sz w:val="16"/>
          <w:szCs w:val="16"/>
        </w:rPr>
      </w:pPr>
      <w:r w:rsidRPr="00D37478">
        <w:rPr>
          <w:rFonts w:ascii="Arial" w:hAnsi="Arial" w:cs="Arial"/>
          <w:sz w:val="20"/>
          <w:szCs w:val="16"/>
        </w:rPr>
        <w:t xml:space="preserve">      </w:t>
      </w:r>
    </w:p>
    <w:sectPr w:rsidR="00554ECB" w:rsidRPr="00B50398" w:rsidSect="0017467B">
      <w:footerReference w:type="default" r:id="rId8"/>
      <w:endnotePr>
        <w:numFmt w:val="decimal"/>
      </w:endnotePr>
      <w:pgSz w:w="11906" w:h="16838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F91D3" w14:textId="77777777" w:rsidR="00AB2800" w:rsidRDefault="00AB2800" w:rsidP="00045F5F">
      <w:r>
        <w:separator/>
      </w:r>
    </w:p>
  </w:endnote>
  <w:endnote w:type="continuationSeparator" w:id="0">
    <w:p w14:paraId="49BCBCDF" w14:textId="77777777" w:rsidR="00AB2800" w:rsidRDefault="00AB2800" w:rsidP="00045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79B75" w14:textId="77777777" w:rsidR="0093371A" w:rsidRDefault="0093371A">
    <w:pPr>
      <w:pStyle w:val="Zpat"/>
      <w:jc w:val="center"/>
    </w:pPr>
  </w:p>
  <w:p w14:paraId="6FF3A893" w14:textId="77777777" w:rsidR="0093371A" w:rsidRDefault="009337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DA77D" w14:textId="77777777" w:rsidR="00AB2800" w:rsidRDefault="00AB2800" w:rsidP="00045F5F">
      <w:r>
        <w:separator/>
      </w:r>
    </w:p>
  </w:footnote>
  <w:footnote w:type="continuationSeparator" w:id="0">
    <w:p w14:paraId="455918C6" w14:textId="77777777" w:rsidR="00AB2800" w:rsidRDefault="00AB2800" w:rsidP="00045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B4F2D"/>
    <w:multiLevelType w:val="hybridMultilevel"/>
    <w:tmpl w:val="4BE895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D447F"/>
    <w:multiLevelType w:val="hybridMultilevel"/>
    <w:tmpl w:val="CFA0BB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60546E"/>
    <w:multiLevelType w:val="hybridMultilevel"/>
    <w:tmpl w:val="93640BF4"/>
    <w:lvl w:ilvl="0" w:tplc="0405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3" w15:restartNumberingAfterBreak="0">
    <w:nsid w:val="237E467B"/>
    <w:multiLevelType w:val="hybridMultilevel"/>
    <w:tmpl w:val="737A6BB0"/>
    <w:lvl w:ilvl="0" w:tplc="AF10AA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26043"/>
    <w:multiLevelType w:val="hybridMultilevel"/>
    <w:tmpl w:val="177C5EEA"/>
    <w:lvl w:ilvl="0" w:tplc="5C28FE66"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9E0F88"/>
    <w:multiLevelType w:val="hybridMultilevel"/>
    <w:tmpl w:val="25D6DD48"/>
    <w:lvl w:ilvl="0" w:tplc="70C6C5B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587FB5"/>
    <w:multiLevelType w:val="hybridMultilevel"/>
    <w:tmpl w:val="4BE895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00100"/>
    <w:multiLevelType w:val="hybridMultilevel"/>
    <w:tmpl w:val="EF9A8AD6"/>
    <w:lvl w:ilvl="0" w:tplc="9B38337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Theme="minorHAnsi" w:hAnsi="Arial" w:cs="Arial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1F27071"/>
    <w:multiLevelType w:val="hybridMultilevel"/>
    <w:tmpl w:val="C5D650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46135D"/>
    <w:multiLevelType w:val="hybridMultilevel"/>
    <w:tmpl w:val="897016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295C64"/>
    <w:multiLevelType w:val="hybridMultilevel"/>
    <w:tmpl w:val="D196E3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041936"/>
    <w:multiLevelType w:val="hybridMultilevel"/>
    <w:tmpl w:val="DE7CCD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F501567"/>
    <w:multiLevelType w:val="hybridMultilevel"/>
    <w:tmpl w:val="4056B9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11"/>
  </w:num>
  <w:num w:numId="8">
    <w:abstractNumId w:val="5"/>
  </w:num>
  <w:num w:numId="9">
    <w:abstractNumId w:val="9"/>
  </w:num>
  <w:num w:numId="10">
    <w:abstractNumId w:val="7"/>
  </w:num>
  <w:num w:numId="11">
    <w:abstractNumId w:val="10"/>
  </w:num>
  <w:num w:numId="12">
    <w:abstractNumId w:val="12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4DB"/>
    <w:rsid w:val="00000E55"/>
    <w:rsid w:val="000045F2"/>
    <w:rsid w:val="00005236"/>
    <w:rsid w:val="00014D36"/>
    <w:rsid w:val="0002484C"/>
    <w:rsid w:val="000338FE"/>
    <w:rsid w:val="00042E37"/>
    <w:rsid w:val="00045F5F"/>
    <w:rsid w:val="00047D1B"/>
    <w:rsid w:val="00050775"/>
    <w:rsid w:val="00051A07"/>
    <w:rsid w:val="000525C1"/>
    <w:rsid w:val="00052AFF"/>
    <w:rsid w:val="00053A1C"/>
    <w:rsid w:val="00056176"/>
    <w:rsid w:val="00056282"/>
    <w:rsid w:val="00066E4E"/>
    <w:rsid w:val="000704A7"/>
    <w:rsid w:val="00070E4C"/>
    <w:rsid w:val="0007649E"/>
    <w:rsid w:val="000775FB"/>
    <w:rsid w:val="000920A2"/>
    <w:rsid w:val="000932EB"/>
    <w:rsid w:val="00093521"/>
    <w:rsid w:val="000A3E70"/>
    <w:rsid w:val="000A6A7A"/>
    <w:rsid w:val="000B0024"/>
    <w:rsid w:val="000B566A"/>
    <w:rsid w:val="000D4F17"/>
    <w:rsid w:val="000D5566"/>
    <w:rsid w:val="000D7E74"/>
    <w:rsid w:val="000E25E1"/>
    <w:rsid w:val="000F75D3"/>
    <w:rsid w:val="00105296"/>
    <w:rsid w:val="001110A8"/>
    <w:rsid w:val="001121E3"/>
    <w:rsid w:val="00122A5C"/>
    <w:rsid w:val="001322F1"/>
    <w:rsid w:val="00135FD5"/>
    <w:rsid w:val="0013773D"/>
    <w:rsid w:val="001439FF"/>
    <w:rsid w:val="00144031"/>
    <w:rsid w:val="001545A6"/>
    <w:rsid w:val="00162026"/>
    <w:rsid w:val="00163788"/>
    <w:rsid w:val="00163E52"/>
    <w:rsid w:val="0017467B"/>
    <w:rsid w:val="001756C9"/>
    <w:rsid w:val="001809D3"/>
    <w:rsid w:val="00180E3C"/>
    <w:rsid w:val="00184585"/>
    <w:rsid w:val="0019209C"/>
    <w:rsid w:val="0019265E"/>
    <w:rsid w:val="001A1FFB"/>
    <w:rsid w:val="001A7EDA"/>
    <w:rsid w:val="001B0A0D"/>
    <w:rsid w:val="001B1CE7"/>
    <w:rsid w:val="001C47A4"/>
    <w:rsid w:val="001C6657"/>
    <w:rsid w:val="001D21EE"/>
    <w:rsid w:val="001D3B73"/>
    <w:rsid w:val="001D60F0"/>
    <w:rsid w:val="001E7562"/>
    <w:rsid w:val="001F1C25"/>
    <w:rsid w:val="001F2D58"/>
    <w:rsid w:val="001F700A"/>
    <w:rsid w:val="001F7AF0"/>
    <w:rsid w:val="001F7F3D"/>
    <w:rsid w:val="00201DA0"/>
    <w:rsid w:val="00217377"/>
    <w:rsid w:val="00217883"/>
    <w:rsid w:val="0022485F"/>
    <w:rsid w:val="00230E8F"/>
    <w:rsid w:val="00241D7C"/>
    <w:rsid w:val="00242CA0"/>
    <w:rsid w:val="002431D5"/>
    <w:rsid w:val="002464C1"/>
    <w:rsid w:val="002478C8"/>
    <w:rsid w:val="00253DCC"/>
    <w:rsid w:val="0025475D"/>
    <w:rsid w:val="00255043"/>
    <w:rsid w:val="00262E99"/>
    <w:rsid w:val="0026510B"/>
    <w:rsid w:val="00271517"/>
    <w:rsid w:val="0027310A"/>
    <w:rsid w:val="00276DCC"/>
    <w:rsid w:val="002813C0"/>
    <w:rsid w:val="00284245"/>
    <w:rsid w:val="0028459C"/>
    <w:rsid w:val="00285E74"/>
    <w:rsid w:val="00287CE2"/>
    <w:rsid w:val="00297181"/>
    <w:rsid w:val="002A2E1E"/>
    <w:rsid w:val="002B0F95"/>
    <w:rsid w:val="002B61BB"/>
    <w:rsid w:val="002B61D1"/>
    <w:rsid w:val="002C6E06"/>
    <w:rsid w:val="002C7945"/>
    <w:rsid w:val="002D1D35"/>
    <w:rsid w:val="002D31EE"/>
    <w:rsid w:val="002D4CCC"/>
    <w:rsid w:val="002F3FE7"/>
    <w:rsid w:val="002F42F1"/>
    <w:rsid w:val="002F5F1A"/>
    <w:rsid w:val="002F6B63"/>
    <w:rsid w:val="003000D1"/>
    <w:rsid w:val="003118FA"/>
    <w:rsid w:val="003125EB"/>
    <w:rsid w:val="00312668"/>
    <w:rsid w:val="00312987"/>
    <w:rsid w:val="003143D4"/>
    <w:rsid w:val="00314A9B"/>
    <w:rsid w:val="00315D5D"/>
    <w:rsid w:val="00316D04"/>
    <w:rsid w:val="00321881"/>
    <w:rsid w:val="00321BDB"/>
    <w:rsid w:val="00330C95"/>
    <w:rsid w:val="003414A8"/>
    <w:rsid w:val="00352CAB"/>
    <w:rsid w:val="00364D4A"/>
    <w:rsid w:val="003714A9"/>
    <w:rsid w:val="0037582F"/>
    <w:rsid w:val="00375913"/>
    <w:rsid w:val="0038351A"/>
    <w:rsid w:val="0038650C"/>
    <w:rsid w:val="0038701E"/>
    <w:rsid w:val="003A26ED"/>
    <w:rsid w:val="003B2A76"/>
    <w:rsid w:val="003B55BA"/>
    <w:rsid w:val="003B5AF9"/>
    <w:rsid w:val="003C66F8"/>
    <w:rsid w:val="003D1565"/>
    <w:rsid w:val="003D224B"/>
    <w:rsid w:val="003D3246"/>
    <w:rsid w:val="003D58C1"/>
    <w:rsid w:val="003D6C9B"/>
    <w:rsid w:val="003E2A87"/>
    <w:rsid w:val="003E5EA4"/>
    <w:rsid w:val="003F6744"/>
    <w:rsid w:val="003F6ACB"/>
    <w:rsid w:val="003F7558"/>
    <w:rsid w:val="004122F8"/>
    <w:rsid w:val="00414C01"/>
    <w:rsid w:val="0041577E"/>
    <w:rsid w:val="004163A5"/>
    <w:rsid w:val="0042002E"/>
    <w:rsid w:val="00420333"/>
    <w:rsid w:val="00421B43"/>
    <w:rsid w:val="00422405"/>
    <w:rsid w:val="004255AF"/>
    <w:rsid w:val="00430271"/>
    <w:rsid w:val="0043487F"/>
    <w:rsid w:val="00440CC2"/>
    <w:rsid w:val="00445A1F"/>
    <w:rsid w:val="00445A61"/>
    <w:rsid w:val="004558AA"/>
    <w:rsid w:val="0045792A"/>
    <w:rsid w:val="0045798E"/>
    <w:rsid w:val="00467678"/>
    <w:rsid w:val="00467E7E"/>
    <w:rsid w:val="00476333"/>
    <w:rsid w:val="00480C3A"/>
    <w:rsid w:val="00481ECF"/>
    <w:rsid w:val="00484CFD"/>
    <w:rsid w:val="004B1E55"/>
    <w:rsid w:val="004B2CFC"/>
    <w:rsid w:val="004B3FD7"/>
    <w:rsid w:val="004B472C"/>
    <w:rsid w:val="004B626B"/>
    <w:rsid w:val="004C3C30"/>
    <w:rsid w:val="004D04B8"/>
    <w:rsid w:val="004D3209"/>
    <w:rsid w:val="004D41FC"/>
    <w:rsid w:val="004D5124"/>
    <w:rsid w:val="004D6AC0"/>
    <w:rsid w:val="004E19EE"/>
    <w:rsid w:val="004F5D4A"/>
    <w:rsid w:val="00502FE4"/>
    <w:rsid w:val="005032C6"/>
    <w:rsid w:val="0050530F"/>
    <w:rsid w:val="005153FF"/>
    <w:rsid w:val="00525425"/>
    <w:rsid w:val="00530A2B"/>
    <w:rsid w:val="00530E43"/>
    <w:rsid w:val="00532CBC"/>
    <w:rsid w:val="0053703F"/>
    <w:rsid w:val="00543C6E"/>
    <w:rsid w:val="00550A8D"/>
    <w:rsid w:val="005512C3"/>
    <w:rsid w:val="005538E7"/>
    <w:rsid w:val="005548E7"/>
    <w:rsid w:val="00554ECB"/>
    <w:rsid w:val="00555E67"/>
    <w:rsid w:val="005576E4"/>
    <w:rsid w:val="00560D18"/>
    <w:rsid w:val="00565ADD"/>
    <w:rsid w:val="005709AD"/>
    <w:rsid w:val="00572BBD"/>
    <w:rsid w:val="00577EC4"/>
    <w:rsid w:val="005855A2"/>
    <w:rsid w:val="00586320"/>
    <w:rsid w:val="005867E5"/>
    <w:rsid w:val="00586E4E"/>
    <w:rsid w:val="00597A6C"/>
    <w:rsid w:val="005A4DFC"/>
    <w:rsid w:val="005A57DE"/>
    <w:rsid w:val="005B47D2"/>
    <w:rsid w:val="005C2285"/>
    <w:rsid w:val="005C607A"/>
    <w:rsid w:val="005C63F1"/>
    <w:rsid w:val="005C7AB3"/>
    <w:rsid w:val="005D34DA"/>
    <w:rsid w:val="005D37F2"/>
    <w:rsid w:val="005D6B55"/>
    <w:rsid w:val="005E1556"/>
    <w:rsid w:val="005F0E21"/>
    <w:rsid w:val="005F77EB"/>
    <w:rsid w:val="006031FB"/>
    <w:rsid w:val="0060382C"/>
    <w:rsid w:val="0061291A"/>
    <w:rsid w:val="006143DD"/>
    <w:rsid w:val="006155C4"/>
    <w:rsid w:val="00620040"/>
    <w:rsid w:val="00623F34"/>
    <w:rsid w:val="0062784F"/>
    <w:rsid w:val="006303CF"/>
    <w:rsid w:val="006374CB"/>
    <w:rsid w:val="0065403E"/>
    <w:rsid w:val="0066194B"/>
    <w:rsid w:val="00661C9C"/>
    <w:rsid w:val="00666B34"/>
    <w:rsid w:val="006702D0"/>
    <w:rsid w:val="0068207D"/>
    <w:rsid w:val="006826E6"/>
    <w:rsid w:val="0068349F"/>
    <w:rsid w:val="00687B4C"/>
    <w:rsid w:val="00693D9B"/>
    <w:rsid w:val="006944A8"/>
    <w:rsid w:val="006D12C5"/>
    <w:rsid w:val="006D3054"/>
    <w:rsid w:val="006E244A"/>
    <w:rsid w:val="006F3073"/>
    <w:rsid w:val="006F4867"/>
    <w:rsid w:val="006F4A9B"/>
    <w:rsid w:val="006F6CC8"/>
    <w:rsid w:val="00700C7E"/>
    <w:rsid w:val="007068DC"/>
    <w:rsid w:val="00717DE6"/>
    <w:rsid w:val="00720C6D"/>
    <w:rsid w:val="00720E93"/>
    <w:rsid w:val="00734968"/>
    <w:rsid w:val="007368C2"/>
    <w:rsid w:val="00741959"/>
    <w:rsid w:val="00744BB9"/>
    <w:rsid w:val="007475A2"/>
    <w:rsid w:val="00747B97"/>
    <w:rsid w:val="00750E85"/>
    <w:rsid w:val="0076447C"/>
    <w:rsid w:val="007667C3"/>
    <w:rsid w:val="00772CDE"/>
    <w:rsid w:val="00784416"/>
    <w:rsid w:val="007920F6"/>
    <w:rsid w:val="0079247E"/>
    <w:rsid w:val="00794735"/>
    <w:rsid w:val="00796D56"/>
    <w:rsid w:val="007A534C"/>
    <w:rsid w:val="007B41DE"/>
    <w:rsid w:val="007B4213"/>
    <w:rsid w:val="007B7756"/>
    <w:rsid w:val="007C106F"/>
    <w:rsid w:val="007C3637"/>
    <w:rsid w:val="007D1EBA"/>
    <w:rsid w:val="007D2295"/>
    <w:rsid w:val="007D7A90"/>
    <w:rsid w:val="007E38AA"/>
    <w:rsid w:val="007E3B9F"/>
    <w:rsid w:val="007E7F3D"/>
    <w:rsid w:val="007F22E5"/>
    <w:rsid w:val="007F2ECE"/>
    <w:rsid w:val="007F3232"/>
    <w:rsid w:val="007F4704"/>
    <w:rsid w:val="007F47E9"/>
    <w:rsid w:val="007F7AF3"/>
    <w:rsid w:val="0080132C"/>
    <w:rsid w:val="00804C32"/>
    <w:rsid w:val="0081222C"/>
    <w:rsid w:val="00814036"/>
    <w:rsid w:val="00825877"/>
    <w:rsid w:val="00831BCC"/>
    <w:rsid w:val="00837199"/>
    <w:rsid w:val="008421FF"/>
    <w:rsid w:val="00846857"/>
    <w:rsid w:val="008506D5"/>
    <w:rsid w:val="00856B30"/>
    <w:rsid w:val="00865A93"/>
    <w:rsid w:val="008819F7"/>
    <w:rsid w:val="00883CF7"/>
    <w:rsid w:val="00883F34"/>
    <w:rsid w:val="008849A5"/>
    <w:rsid w:val="00884F7A"/>
    <w:rsid w:val="0088536C"/>
    <w:rsid w:val="00891DBD"/>
    <w:rsid w:val="008A2724"/>
    <w:rsid w:val="008A7574"/>
    <w:rsid w:val="008B1148"/>
    <w:rsid w:val="008B4506"/>
    <w:rsid w:val="008B60D4"/>
    <w:rsid w:val="008D5F3B"/>
    <w:rsid w:val="008E00DA"/>
    <w:rsid w:val="008E6E41"/>
    <w:rsid w:val="008E7735"/>
    <w:rsid w:val="008F4B3A"/>
    <w:rsid w:val="008F669C"/>
    <w:rsid w:val="008F6C4B"/>
    <w:rsid w:val="00903395"/>
    <w:rsid w:val="0090728A"/>
    <w:rsid w:val="009251F1"/>
    <w:rsid w:val="00925279"/>
    <w:rsid w:val="009270E3"/>
    <w:rsid w:val="009278C2"/>
    <w:rsid w:val="00927C83"/>
    <w:rsid w:val="00931AD4"/>
    <w:rsid w:val="00932C69"/>
    <w:rsid w:val="00932DE7"/>
    <w:rsid w:val="0093371A"/>
    <w:rsid w:val="00943918"/>
    <w:rsid w:val="00945851"/>
    <w:rsid w:val="0095337B"/>
    <w:rsid w:val="00953843"/>
    <w:rsid w:val="00954D4F"/>
    <w:rsid w:val="0096022D"/>
    <w:rsid w:val="0096153B"/>
    <w:rsid w:val="00963B70"/>
    <w:rsid w:val="00964CD2"/>
    <w:rsid w:val="0097059F"/>
    <w:rsid w:val="00974778"/>
    <w:rsid w:val="00975189"/>
    <w:rsid w:val="00980364"/>
    <w:rsid w:val="00981597"/>
    <w:rsid w:val="00983E0F"/>
    <w:rsid w:val="00986C24"/>
    <w:rsid w:val="009A7C13"/>
    <w:rsid w:val="009C2422"/>
    <w:rsid w:val="009C66CB"/>
    <w:rsid w:val="009C7D0B"/>
    <w:rsid w:val="009D021F"/>
    <w:rsid w:val="009D0772"/>
    <w:rsid w:val="009E0192"/>
    <w:rsid w:val="009E7A60"/>
    <w:rsid w:val="009F6C91"/>
    <w:rsid w:val="00A0008A"/>
    <w:rsid w:val="00A0533B"/>
    <w:rsid w:val="00A05A00"/>
    <w:rsid w:val="00A05DB4"/>
    <w:rsid w:val="00A13B30"/>
    <w:rsid w:val="00A15828"/>
    <w:rsid w:val="00A318BD"/>
    <w:rsid w:val="00A44729"/>
    <w:rsid w:val="00A51191"/>
    <w:rsid w:val="00A61780"/>
    <w:rsid w:val="00A64648"/>
    <w:rsid w:val="00A64FF0"/>
    <w:rsid w:val="00A723ED"/>
    <w:rsid w:val="00A77FC7"/>
    <w:rsid w:val="00A85644"/>
    <w:rsid w:val="00A8581E"/>
    <w:rsid w:val="00A92BDD"/>
    <w:rsid w:val="00A97DE0"/>
    <w:rsid w:val="00AA0C58"/>
    <w:rsid w:val="00AA1EBD"/>
    <w:rsid w:val="00AA2351"/>
    <w:rsid w:val="00AB2800"/>
    <w:rsid w:val="00AB49F1"/>
    <w:rsid w:val="00AB4C73"/>
    <w:rsid w:val="00AC0621"/>
    <w:rsid w:val="00AC2AAD"/>
    <w:rsid w:val="00AC42A6"/>
    <w:rsid w:val="00AC4AC7"/>
    <w:rsid w:val="00AC5221"/>
    <w:rsid w:val="00AD04DB"/>
    <w:rsid w:val="00AD27C3"/>
    <w:rsid w:val="00AD2E0E"/>
    <w:rsid w:val="00AD45C7"/>
    <w:rsid w:val="00AD62BD"/>
    <w:rsid w:val="00AE3ED2"/>
    <w:rsid w:val="00AF4823"/>
    <w:rsid w:val="00AF70A8"/>
    <w:rsid w:val="00AF7BB5"/>
    <w:rsid w:val="00B012BD"/>
    <w:rsid w:val="00B01CAF"/>
    <w:rsid w:val="00B0236F"/>
    <w:rsid w:val="00B05913"/>
    <w:rsid w:val="00B14838"/>
    <w:rsid w:val="00B30AB9"/>
    <w:rsid w:val="00B41220"/>
    <w:rsid w:val="00B4470D"/>
    <w:rsid w:val="00B554CA"/>
    <w:rsid w:val="00B57AA2"/>
    <w:rsid w:val="00B72760"/>
    <w:rsid w:val="00B82590"/>
    <w:rsid w:val="00B93D07"/>
    <w:rsid w:val="00B9486C"/>
    <w:rsid w:val="00B96A75"/>
    <w:rsid w:val="00BA0E47"/>
    <w:rsid w:val="00BA4E92"/>
    <w:rsid w:val="00BB0A50"/>
    <w:rsid w:val="00BC278F"/>
    <w:rsid w:val="00BC41E0"/>
    <w:rsid w:val="00BD0F1F"/>
    <w:rsid w:val="00BE0638"/>
    <w:rsid w:val="00BF6782"/>
    <w:rsid w:val="00C0402D"/>
    <w:rsid w:val="00C12FE2"/>
    <w:rsid w:val="00C14583"/>
    <w:rsid w:val="00C173AC"/>
    <w:rsid w:val="00C2459A"/>
    <w:rsid w:val="00C261FC"/>
    <w:rsid w:val="00C33B9D"/>
    <w:rsid w:val="00C37E1A"/>
    <w:rsid w:val="00C42534"/>
    <w:rsid w:val="00C4284F"/>
    <w:rsid w:val="00C43CF1"/>
    <w:rsid w:val="00C452FE"/>
    <w:rsid w:val="00C46B55"/>
    <w:rsid w:val="00C50A19"/>
    <w:rsid w:val="00C50B79"/>
    <w:rsid w:val="00C53469"/>
    <w:rsid w:val="00C6623E"/>
    <w:rsid w:val="00C67693"/>
    <w:rsid w:val="00CA09E5"/>
    <w:rsid w:val="00CA3128"/>
    <w:rsid w:val="00CA7054"/>
    <w:rsid w:val="00CB3B90"/>
    <w:rsid w:val="00CB5390"/>
    <w:rsid w:val="00CC761D"/>
    <w:rsid w:val="00CE206D"/>
    <w:rsid w:val="00CE269D"/>
    <w:rsid w:val="00CE62D6"/>
    <w:rsid w:val="00CF1724"/>
    <w:rsid w:val="00CF285C"/>
    <w:rsid w:val="00D07DDA"/>
    <w:rsid w:val="00D2103F"/>
    <w:rsid w:val="00D21186"/>
    <w:rsid w:val="00D22760"/>
    <w:rsid w:val="00D33644"/>
    <w:rsid w:val="00D33D46"/>
    <w:rsid w:val="00D37C0A"/>
    <w:rsid w:val="00D41D41"/>
    <w:rsid w:val="00D42659"/>
    <w:rsid w:val="00D54781"/>
    <w:rsid w:val="00D75590"/>
    <w:rsid w:val="00D809A7"/>
    <w:rsid w:val="00D8441F"/>
    <w:rsid w:val="00D90FB2"/>
    <w:rsid w:val="00D913C7"/>
    <w:rsid w:val="00D93EFA"/>
    <w:rsid w:val="00D949F2"/>
    <w:rsid w:val="00DA6BFE"/>
    <w:rsid w:val="00DB178F"/>
    <w:rsid w:val="00DB365F"/>
    <w:rsid w:val="00DB4523"/>
    <w:rsid w:val="00DB58A5"/>
    <w:rsid w:val="00DC0B3D"/>
    <w:rsid w:val="00DC1DA8"/>
    <w:rsid w:val="00DC5501"/>
    <w:rsid w:val="00DD3CAE"/>
    <w:rsid w:val="00DE022F"/>
    <w:rsid w:val="00DE33FE"/>
    <w:rsid w:val="00DF4420"/>
    <w:rsid w:val="00E04977"/>
    <w:rsid w:val="00E0713B"/>
    <w:rsid w:val="00E133C3"/>
    <w:rsid w:val="00E16224"/>
    <w:rsid w:val="00E24BB6"/>
    <w:rsid w:val="00E31F81"/>
    <w:rsid w:val="00E332C1"/>
    <w:rsid w:val="00E36E8D"/>
    <w:rsid w:val="00E41E98"/>
    <w:rsid w:val="00E43528"/>
    <w:rsid w:val="00E54A59"/>
    <w:rsid w:val="00E61199"/>
    <w:rsid w:val="00E61699"/>
    <w:rsid w:val="00E632FF"/>
    <w:rsid w:val="00E64AB8"/>
    <w:rsid w:val="00E65488"/>
    <w:rsid w:val="00E66216"/>
    <w:rsid w:val="00E751A8"/>
    <w:rsid w:val="00E84516"/>
    <w:rsid w:val="00E919C6"/>
    <w:rsid w:val="00E942ED"/>
    <w:rsid w:val="00EA2D0A"/>
    <w:rsid w:val="00EA5579"/>
    <w:rsid w:val="00EA60CF"/>
    <w:rsid w:val="00EB61BE"/>
    <w:rsid w:val="00EC0C7F"/>
    <w:rsid w:val="00EC1109"/>
    <w:rsid w:val="00EC395C"/>
    <w:rsid w:val="00EC4CA8"/>
    <w:rsid w:val="00EC60EC"/>
    <w:rsid w:val="00ED0C82"/>
    <w:rsid w:val="00EE1058"/>
    <w:rsid w:val="00EE3E21"/>
    <w:rsid w:val="00EE5DA9"/>
    <w:rsid w:val="00EE6384"/>
    <w:rsid w:val="00EF1DF5"/>
    <w:rsid w:val="00EF3086"/>
    <w:rsid w:val="00EF772E"/>
    <w:rsid w:val="00F034AB"/>
    <w:rsid w:val="00F10818"/>
    <w:rsid w:val="00F134DB"/>
    <w:rsid w:val="00F14C6C"/>
    <w:rsid w:val="00F16DCF"/>
    <w:rsid w:val="00F17671"/>
    <w:rsid w:val="00F303CC"/>
    <w:rsid w:val="00F320F2"/>
    <w:rsid w:val="00F6003D"/>
    <w:rsid w:val="00F65503"/>
    <w:rsid w:val="00F66377"/>
    <w:rsid w:val="00F71110"/>
    <w:rsid w:val="00F71C38"/>
    <w:rsid w:val="00F725EA"/>
    <w:rsid w:val="00F75BA7"/>
    <w:rsid w:val="00F7789E"/>
    <w:rsid w:val="00F80699"/>
    <w:rsid w:val="00F81D83"/>
    <w:rsid w:val="00F97CFC"/>
    <w:rsid w:val="00FB2513"/>
    <w:rsid w:val="00FB6CDF"/>
    <w:rsid w:val="00FD1664"/>
    <w:rsid w:val="00FE0454"/>
    <w:rsid w:val="00FF0E5E"/>
    <w:rsid w:val="00FF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D897B"/>
  <w15:docId w15:val="{62F83D25-955D-4707-A518-91958E11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036"/>
    <w:pPr>
      <w:spacing w:after="0" w:line="240" w:lineRule="auto"/>
    </w:pPr>
    <w:rPr>
      <w:rFonts w:ascii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364D4A"/>
    <w:pPr>
      <w:keepNext/>
      <w:spacing w:before="240" w:after="60" w:line="36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14036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122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22F8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D809A7"/>
    <w:pPr>
      <w:jc w:val="both"/>
    </w:pPr>
    <w:rPr>
      <w:rFonts w:ascii="Times New Roman" w:eastAsia="Times New Roman" w:hAnsi="Times New Roman"/>
      <w:color w:val="000000"/>
      <w:sz w:val="24"/>
      <w:szCs w:val="27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D809A7"/>
    <w:rPr>
      <w:rFonts w:ascii="Times New Roman" w:eastAsia="Times New Roman" w:hAnsi="Times New Roman" w:cs="Times New Roman"/>
      <w:color w:val="000000"/>
      <w:sz w:val="24"/>
      <w:szCs w:val="27"/>
      <w:lang w:eastAsia="cs-CZ"/>
    </w:rPr>
  </w:style>
  <w:style w:type="paragraph" w:styleId="Zkladntext3">
    <w:name w:val="Body Text 3"/>
    <w:basedOn w:val="Normln"/>
    <w:link w:val="Zkladntext3Char"/>
    <w:rsid w:val="00D809A7"/>
    <w:pPr>
      <w:spacing w:after="120"/>
    </w:pPr>
    <w:rPr>
      <w:rFonts w:ascii="Times New Roman" w:eastAsia="Times New Roman" w:hAnsi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D809A7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D809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809A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809A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D809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364D4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45F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45F5F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045F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45F5F"/>
    <w:rPr>
      <w:rFonts w:ascii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703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703F"/>
    <w:rPr>
      <w:rFonts w:ascii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703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278F"/>
    <w:pPr>
      <w:overflowPunct/>
      <w:autoSpaceDE/>
      <w:autoSpaceDN/>
      <w:adjustRightInd/>
      <w:textAlignment w:val="auto"/>
    </w:pPr>
    <w:rPr>
      <w:rFonts w:ascii="Calibri" w:eastAsiaTheme="minorHAnsi" w:hAnsi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278F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A4E9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A4E92"/>
    <w:rPr>
      <w:rFonts w:ascii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A4E92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F134DB"/>
    <w:rPr>
      <w:color w:val="808080"/>
    </w:rPr>
  </w:style>
  <w:style w:type="table" w:styleId="Mkatabulky">
    <w:name w:val="Table Grid"/>
    <w:basedOn w:val="Normlntabulka"/>
    <w:uiPriority w:val="59"/>
    <w:rsid w:val="00AD2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D04B8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9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jzovaa\Desktop\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EA477-C6D1-4CA0-8B98-6C8463223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VZOR.dotx</Template>
  <TotalTime>4</TotalTime>
  <Pages>1</Pages>
  <Words>213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Ministerstvo vnitra</dc:creator>
  <cp:lastModifiedBy>Prejzová Alena, Mgr.</cp:lastModifiedBy>
  <cp:revision>8</cp:revision>
  <cp:lastPrinted>2024-12-12T20:10:00Z</cp:lastPrinted>
  <dcterms:created xsi:type="dcterms:W3CDTF">2025-02-21T11:24:00Z</dcterms:created>
  <dcterms:modified xsi:type="dcterms:W3CDTF">2025-02-21T11:43:00Z</dcterms:modified>
</cp:coreProperties>
</file>